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5868D" w14:textId="65B39F73" w:rsidR="004D36D7" w:rsidRPr="00FD4A68" w:rsidRDefault="00797DE6" w:rsidP="00533E23">
      <w:pPr>
        <w:pStyle w:val="Title"/>
        <w:rPr>
          <w:rStyle w:val="LabTitleInstVersred"/>
          <w:b/>
          <w:color w:val="auto"/>
        </w:rPr>
      </w:pPr>
      <w:sdt>
        <w:sdtPr>
          <w:rPr>
            <w:b w:val="0"/>
            <w:color w:val="EE0000"/>
          </w:rPr>
          <w:alias w:val="Title"/>
          <w:tag w:val=""/>
          <w:id w:val="-487021785"/>
          <w:placeholder>
            <w:docPart w:val="55A3617E89764354823379FEAC28E49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25D70">
            <w:t>Lab - Configure NAT for IPv4</w:t>
          </w:r>
        </w:sdtContent>
      </w:sdt>
    </w:p>
    <w:p w14:paraId="1EDC2133" w14:textId="77777777" w:rsidR="00B24BB1" w:rsidRDefault="00B24BB1" w:rsidP="00B24BB1">
      <w:pPr>
        <w:pStyle w:val="Heading1"/>
      </w:pPr>
      <w:r>
        <w:t>Topology</w:t>
      </w:r>
    </w:p>
    <w:p w14:paraId="1C7150E2" w14:textId="379A5060" w:rsidR="00361737" w:rsidRDefault="00361737" w:rsidP="00B24BB1">
      <w:pPr>
        <w:pStyle w:val="Visual"/>
      </w:pPr>
      <w:r>
        <w:rPr>
          <w:noProof/>
        </w:rPr>
        <w:drawing>
          <wp:inline distT="0" distB="0" distL="0" distR="0" wp14:anchorId="4C11F698" wp14:editId="4A835CF0">
            <wp:extent cx="6343650" cy="1737076"/>
            <wp:effectExtent l="0" t="0" r="0" b="0"/>
            <wp:docPr id="1" name="Picture 1" descr="There are 2 routers, 2 switches, and 2 PCs in this topology. Router R2 has a loopback interface. Router R2 g0/0/0 is connected to R1 G0/0/0. Router R1 G0/0/1 is connected to S1 F0/5.  S1 F0/1 is connected S2 F0/1. S1 F0/6 is connected to PC-A. S2 F0/18 is connected to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2620" cy="1747747"/>
                    </a:xfrm>
                    <a:prstGeom prst="rect">
                      <a:avLst/>
                    </a:prstGeom>
                    <a:noFill/>
                  </pic:spPr>
                </pic:pic>
              </a:graphicData>
            </a:graphic>
          </wp:inline>
        </w:drawing>
      </w:r>
    </w:p>
    <w:p w14:paraId="56910391" w14:textId="77777777" w:rsidR="00B24BB1" w:rsidRPr="00BB73FF" w:rsidRDefault="00B24BB1" w:rsidP="00B24BB1">
      <w:pPr>
        <w:pStyle w:val="Heading1"/>
        <w:numPr>
          <w:ilvl w:val="0"/>
          <w:numId w:val="0"/>
        </w:numPr>
      </w:pPr>
      <w:r w:rsidRPr="00BB73FF">
        <w:t>Addressing Table</w:t>
      </w:r>
    </w:p>
    <w:tbl>
      <w:tblPr>
        <w:tblW w:w="1022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555"/>
        <w:gridCol w:w="2555"/>
        <w:gridCol w:w="2555"/>
        <w:gridCol w:w="2556"/>
      </w:tblGrid>
      <w:tr w:rsidR="00B24BB1" w14:paraId="2287BEFC" w14:textId="77777777" w:rsidTr="00533E23">
        <w:trPr>
          <w:cantSplit/>
          <w:jc w:val="center"/>
        </w:trPr>
        <w:tc>
          <w:tcPr>
            <w:tcW w:w="2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442B183" w14:textId="77777777" w:rsidR="00B24BB1" w:rsidRPr="00E87D62" w:rsidRDefault="00B24BB1" w:rsidP="00533E23">
            <w:pPr>
              <w:pStyle w:val="TableHeading"/>
            </w:pPr>
            <w:r w:rsidRPr="00E87D62">
              <w:t>Device</w:t>
            </w:r>
          </w:p>
        </w:tc>
        <w:tc>
          <w:tcPr>
            <w:tcW w:w="2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DA0AE47" w14:textId="77777777" w:rsidR="00B24BB1" w:rsidRPr="00E87D62" w:rsidRDefault="00B24BB1" w:rsidP="00533E23">
            <w:pPr>
              <w:pStyle w:val="TableHeading"/>
            </w:pPr>
            <w:r w:rsidRPr="00E87D62">
              <w:t>Interface</w:t>
            </w:r>
          </w:p>
        </w:tc>
        <w:tc>
          <w:tcPr>
            <w:tcW w:w="2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84AC2C4" w14:textId="77777777" w:rsidR="00B24BB1" w:rsidRPr="00E87D62" w:rsidRDefault="00B24BB1" w:rsidP="00533E23">
            <w:pPr>
              <w:pStyle w:val="TableHeading"/>
            </w:pPr>
            <w:r>
              <w:t>IP</w:t>
            </w:r>
            <w:r w:rsidRPr="00E87D62">
              <w:t xml:space="preserve"> Address</w:t>
            </w:r>
          </w:p>
        </w:tc>
        <w:tc>
          <w:tcPr>
            <w:tcW w:w="25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1EC566" w14:textId="77777777" w:rsidR="00B24BB1" w:rsidRPr="00E87D62" w:rsidRDefault="00B24BB1" w:rsidP="00533E23">
            <w:pPr>
              <w:pStyle w:val="TableHeading"/>
            </w:pPr>
            <w:r>
              <w:t xml:space="preserve">Subnet Mask </w:t>
            </w:r>
          </w:p>
        </w:tc>
      </w:tr>
      <w:tr w:rsidR="00B24BB1" w14:paraId="42DE5A3D" w14:textId="77777777" w:rsidTr="00533E23">
        <w:trPr>
          <w:cantSplit/>
          <w:jc w:val="center"/>
        </w:trPr>
        <w:tc>
          <w:tcPr>
            <w:tcW w:w="2555" w:type="dxa"/>
            <w:tcBorders>
              <w:bottom w:val="nil"/>
            </w:tcBorders>
            <w:vAlign w:val="bottom"/>
          </w:tcPr>
          <w:p w14:paraId="4CB696B9" w14:textId="77777777" w:rsidR="00B24BB1" w:rsidRDefault="00B24BB1" w:rsidP="00533E23">
            <w:pPr>
              <w:pStyle w:val="TableText"/>
            </w:pPr>
            <w:r>
              <w:t>R1</w:t>
            </w:r>
          </w:p>
        </w:tc>
        <w:tc>
          <w:tcPr>
            <w:tcW w:w="2555" w:type="dxa"/>
            <w:vAlign w:val="bottom"/>
          </w:tcPr>
          <w:p w14:paraId="13C1147F" w14:textId="77777777" w:rsidR="00B24BB1" w:rsidRDefault="00B24BB1" w:rsidP="00533E23">
            <w:pPr>
              <w:pStyle w:val="TableText"/>
            </w:pPr>
            <w:r>
              <w:t>G0/0/0</w:t>
            </w:r>
          </w:p>
        </w:tc>
        <w:tc>
          <w:tcPr>
            <w:tcW w:w="2555" w:type="dxa"/>
            <w:vAlign w:val="bottom"/>
          </w:tcPr>
          <w:p w14:paraId="713C0514" w14:textId="7990ED72" w:rsidR="00B24BB1" w:rsidRDefault="00B24BB1" w:rsidP="00533E23">
            <w:pPr>
              <w:pStyle w:val="TableText"/>
            </w:pPr>
            <w:r>
              <w:t>209.165.200.2</w:t>
            </w:r>
            <w:r w:rsidR="006943EB">
              <w:t>30</w:t>
            </w:r>
          </w:p>
        </w:tc>
        <w:tc>
          <w:tcPr>
            <w:tcW w:w="2556" w:type="dxa"/>
            <w:vAlign w:val="bottom"/>
          </w:tcPr>
          <w:p w14:paraId="269BD245" w14:textId="77777777" w:rsidR="00B24BB1" w:rsidRDefault="00B24BB1" w:rsidP="00533E23">
            <w:pPr>
              <w:pStyle w:val="TableText"/>
            </w:pPr>
            <w:r>
              <w:t>255.255.255.248</w:t>
            </w:r>
          </w:p>
        </w:tc>
      </w:tr>
      <w:tr w:rsidR="00B24BB1" w:rsidRPr="00470F98" w14:paraId="4B1C4192" w14:textId="77777777" w:rsidTr="00533E23">
        <w:trPr>
          <w:cantSplit/>
          <w:jc w:val="center"/>
        </w:trPr>
        <w:tc>
          <w:tcPr>
            <w:tcW w:w="2555" w:type="dxa"/>
            <w:tcBorders>
              <w:top w:val="nil"/>
              <w:bottom w:val="single" w:sz="2" w:space="0" w:color="auto"/>
            </w:tcBorders>
            <w:shd w:val="clear" w:color="auto" w:fill="auto"/>
            <w:vAlign w:val="bottom"/>
          </w:tcPr>
          <w:p w14:paraId="6738A056" w14:textId="77777777" w:rsidR="00B24BB1" w:rsidRPr="00470F98" w:rsidRDefault="00B24BB1" w:rsidP="00533E23">
            <w:pPr>
              <w:pStyle w:val="ConfigWindow"/>
            </w:pPr>
            <w:r w:rsidRPr="00470F98">
              <w:t>R1</w:t>
            </w:r>
          </w:p>
        </w:tc>
        <w:tc>
          <w:tcPr>
            <w:tcW w:w="2555" w:type="dxa"/>
            <w:shd w:val="clear" w:color="auto" w:fill="auto"/>
            <w:vAlign w:val="bottom"/>
          </w:tcPr>
          <w:p w14:paraId="026BFCB4" w14:textId="77777777" w:rsidR="00B24BB1" w:rsidRPr="00470F98" w:rsidRDefault="00B24BB1" w:rsidP="00533E23">
            <w:pPr>
              <w:pStyle w:val="TableText"/>
            </w:pPr>
            <w:r w:rsidRPr="00470F98">
              <w:t>G0/0/1</w:t>
            </w:r>
          </w:p>
        </w:tc>
        <w:tc>
          <w:tcPr>
            <w:tcW w:w="2555" w:type="dxa"/>
            <w:shd w:val="clear" w:color="auto" w:fill="auto"/>
            <w:vAlign w:val="bottom"/>
          </w:tcPr>
          <w:p w14:paraId="03CA49BB" w14:textId="77777777" w:rsidR="00B24BB1" w:rsidRPr="00470F98" w:rsidRDefault="00B24BB1" w:rsidP="00533E23">
            <w:pPr>
              <w:pStyle w:val="TableText"/>
            </w:pPr>
            <w:r>
              <w:t>192.168.1.1</w:t>
            </w:r>
          </w:p>
        </w:tc>
        <w:tc>
          <w:tcPr>
            <w:tcW w:w="2556" w:type="dxa"/>
            <w:shd w:val="clear" w:color="auto" w:fill="auto"/>
            <w:vAlign w:val="bottom"/>
          </w:tcPr>
          <w:p w14:paraId="027B313A" w14:textId="77777777" w:rsidR="00B24BB1" w:rsidRPr="00470F98" w:rsidRDefault="00B24BB1" w:rsidP="00533E23">
            <w:pPr>
              <w:pStyle w:val="TableText"/>
            </w:pPr>
            <w:r>
              <w:t>255.255.255.0</w:t>
            </w:r>
          </w:p>
        </w:tc>
      </w:tr>
      <w:tr w:rsidR="00B24BB1" w14:paraId="755D8180" w14:textId="77777777" w:rsidTr="00533E23">
        <w:trPr>
          <w:cantSplit/>
          <w:jc w:val="center"/>
        </w:trPr>
        <w:tc>
          <w:tcPr>
            <w:tcW w:w="2555" w:type="dxa"/>
            <w:tcBorders>
              <w:bottom w:val="nil"/>
            </w:tcBorders>
            <w:shd w:val="clear" w:color="auto" w:fill="auto"/>
            <w:vAlign w:val="bottom"/>
          </w:tcPr>
          <w:p w14:paraId="160C61E0" w14:textId="77777777" w:rsidR="00B24BB1" w:rsidRPr="00470F98" w:rsidRDefault="00B24BB1" w:rsidP="00533E23">
            <w:pPr>
              <w:pStyle w:val="TableText"/>
            </w:pPr>
            <w:r w:rsidRPr="00470F98">
              <w:t>R2</w:t>
            </w:r>
          </w:p>
        </w:tc>
        <w:tc>
          <w:tcPr>
            <w:tcW w:w="2555" w:type="dxa"/>
            <w:shd w:val="clear" w:color="auto" w:fill="auto"/>
            <w:vAlign w:val="bottom"/>
          </w:tcPr>
          <w:p w14:paraId="74139E2C" w14:textId="77777777" w:rsidR="00B24BB1" w:rsidRDefault="00B24BB1" w:rsidP="00533E23">
            <w:pPr>
              <w:pStyle w:val="TableText"/>
            </w:pPr>
            <w:r w:rsidRPr="00470F98">
              <w:t>G0/0/0</w:t>
            </w:r>
          </w:p>
        </w:tc>
        <w:tc>
          <w:tcPr>
            <w:tcW w:w="2555" w:type="dxa"/>
            <w:shd w:val="clear" w:color="auto" w:fill="auto"/>
            <w:vAlign w:val="bottom"/>
          </w:tcPr>
          <w:p w14:paraId="2FA7E8FC" w14:textId="6194B8EF" w:rsidR="00B24BB1" w:rsidRDefault="00B24BB1" w:rsidP="00533E23">
            <w:pPr>
              <w:pStyle w:val="TableText"/>
            </w:pPr>
            <w:r>
              <w:t>209.165.200.2</w:t>
            </w:r>
            <w:r w:rsidR="006943EB">
              <w:t>25</w:t>
            </w:r>
          </w:p>
        </w:tc>
        <w:tc>
          <w:tcPr>
            <w:tcW w:w="2556" w:type="dxa"/>
            <w:shd w:val="clear" w:color="auto" w:fill="auto"/>
            <w:vAlign w:val="bottom"/>
          </w:tcPr>
          <w:p w14:paraId="57A1CDB5" w14:textId="77777777" w:rsidR="00B24BB1" w:rsidRDefault="00B24BB1" w:rsidP="00533E23">
            <w:pPr>
              <w:pStyle w:val="TableText"/>
            </w:pPr>
            <w:r>
              <w:t>255.255.255.248</w:t>
            </w:r>
          </w:p>
        </w:tc>
      </w:tr>
      <w:tr w:rsidR="00B24BB1" w14:paraId="6B20FE4E" w14:textId="77777777" w:rsidTr="00533E23">
        <w:trPr>
          <w:cantSplit/>
          <w:jc w:val="center"/>
        </w:trPr>
        <w:tc>
          <w:tcPr>
            <w:tcW w:w="2555" w:type="dxa"/>
            <w:tcBorders>
              <w:top w:val="nil"/>
            </w:tcBorders>
            <w:shd w:val="clear" w:color="auto" w:fill="auto"/>
            <w:vAlign w:val="bottom"/>
          </w:tcPr>
          <w:p w14:paraId="1F3E0928" w14:textId="77777777" w:rsidR="00B24BB1" w:rsidRPr="00470F98" w:rsidRDefault="00B24BB1" w:rsidP="00533E23">
            <w:pPr>
              <w:pStyle w:val="ConfigWindow"/>
            </w:pPr>
            <w:r>
              <w:t>R2</w:t>
            </w:r>
          </w:p>
        </w:tc>
        <w:tc>
          <w:tcPr>
            <w:tcW w:w="2555" w:type="dxa"/>
            <w:shd w:val="clear" w:color="auto" w:fill="auto"/>
            <w:vAlign w:val="bottom"/>
          </w:tcPr>
          <w:p w14:paraId="29F20E89" w14:textId="77777777" w:rsidR="00B24BB1" w:rsidRPr="00470F98" w:rsidRDefault="00B24BB1" w:rsidP="00533E23">
            <w:pPr>
              <w:pStyle w:val="TableText"/>
            </w:pPr>
            <w:r>
              <w:t>Lo1</w:t>
            </w:r>
          </w:p>
        </w:tc>
        <w:tc>
          <w:tcPr>
            <w:tcW w:w="2555" w:type="dxa"/>
            <w:shd w:val="clear" w:color="auto" w:fill="auto"/>
            <w:vAlign w:val="bottom"/>
          </w:tcPr>
          <w:p w14:paraId="462470CA" w14:textId="77777777" w:rsidR="00B24BB1" w:rsidRDefault="00B24BB1" w:rsidP="00533E23">
            <w:pPr>
              <w:pStyle w:val="TableText"/>
            </w:pPr>
            <w:r>
              <w:t>209.165.200.1</w:t>
            </w:r>
          </w:p>
        </w:tc>
        <w:tc>
          <w:tcPr>
            <w:tcW w:w="2556" w:type="dxa"/>
            <w:shd w:val="clear" w:color="auto" w:fill="auto"/>
            <w:vAlign w:val="bottom"/>
          </w:tcPr>
          <w:p w14:paraId="7F07D91C" w14:textId="77777777" w:rsidR="00B24BB1" w:rsidRDefault="00B24BB1" w:rsidP="00533E23">
            <w:pPr>
              <w:pStyle w:val="TableText"/>
            </w:pPr>
            <w:r>
              <w:t>255.255.255.224</w:t>
            </w:r>
          </w:p>
        </w:tc>
      </w:tr>
      <w:tr w:rsidR="00B24BB1" w14:paraId="76191207" w14:textId="77777777" w:rsidTr="00533E23">
        <w:trPr>
          <w:cantSplit/>
          <w:jc w:val="center"/>
        </w:trPr>
        <w:tc>
          <w:tcPr>
            <w:tcW w:w="2555" w:type="dxa"/>
            <w:shd w:val="clear" w:color="auto" w:fill="auto"/>
            <w:vAlign w:val="bottom"/>
          </w:tcPr>
          <w:p w14:paraId="6BC8EF58" w14:textId="77777777" w:rsidR="00B24BB1" w:rsidRPr="00470F98" w:rsidRDefault="00B24BB1" w:rsidP="00533E23">
            <w:pPr>
              <w:pStyle w:val="TableText"/>
            </w:pPr>
            <w:r>
              <w:t>S1</w:t>
            </w:r>
          </w:p>
        </w:tc>
        <w:tc>
          <w:tcPr>
            <w:tcW w:w="2555" w:type="dxa"/>
            <w:shd w:val="clear" w:color="auto" w:fill="auto"/>
            <w:vAlign w:val="bottom"/>
          </w:tcPr>
          <w:p w14:paraId="1692EA4C" w14:textId="77777777" w:rsidR="00B24BB1" w:rsidRPr="00470F98" w:rsidRDefault="00B24BB1" w:rsidP="00533E23">
            <w:pPr>
              <w:pStyle w:val="TableText"/>
            </w:pPr>
            <w:r>
              <w:t>VLAN 1</w:t>
            </w:r>
          </w:p>
        </w:tc>
        <w:tc>
          <w:tcPr>
            <w:tcW w:w="2555" w:type="dxa"/>
            <w:shd w:val="clear" w:color="auto" w:fill="auto"/>
            <w:vAlign w:val="bottom"/>
          </w:tcPr>
          <w:p w14:paraId="1D332BAB" w14:textId="77777777" w:rsidR="00B24BB1" w:rsidRDefault="00B24BB1" w:rsidP="00533E23">
            <w:pPr>
              <w:pStyle w:val="TableText"/>
            </w:pPr>
            <w:r>
              <w:t>192.168.1.11</w:t>
            </w:r>
          </w:p>
        </w:tc>
        <w:tc>
          <w:tcPr>
            <w:tcW w:w="2556" w:type="dxa"/>
            <w:shd w:val="clear" w:color="auto" w:fill="auto"/>
            <w:vAlign w:val="bottom"/>
          </w:tcPr>
          <w:p w14:paraId="4F1F1297" w14:textId="77777777" w:rsidR="00B24BB1" w:rsidRDefault="00B24BB1" w:rsidP="00533E23">
            <w:pPr>
              <w:pStyle w:val="TableText"/>
            </w:pPr>
            <w:r>
              <w:t>255.255.255.0</w:t>
            </w:r>
          </w:p>
        </w:tc>
      </w:tr>
      <w:tr w:rsidR="00B24BB1" w14:paraId="4C0E8B24" w14:textId="77777777" w:rsidTr="00533E23">
        <w:trPr>
          <w:cantSplit/>
          <w:jc w:val="center"/>
        </w:trPr>
        <w:tc>
          <w:tcPr>
            <w:tcW w:w="2555" w:type="dxa"/>
            <w:shd w:val="clear" w:color="auto" w:fill="auto"/>
            <w:vAlign w:val="bottom"/>
          </w:tcPr>
          <w:p w14:paraId="3AD59B51" w14:textId="77777777" w:rsidR="00B24BB1" w:rsidRDefault="00B24BB1" w:rsidP="00533E23">
            <w:pPr>
              <w:pStyle w:val="TableText"/>
            </w:pPr>
            <w:r>
              <w:t>S2</w:t>
            </w:r>
          </w:p>
        </w:tc>
        <w:tc>
          <w:tcPr>
            <w:tcW w:w="2555" w:type="dxa"/>
            <w:shd w:val="clear" w:color="auto" w:fill="auto"/>
            <w:vAlign w:val="bottom"/>
          </w:tcPr>
          <w:p w14:paraId="2FB4472C" w14:textId="77777777" w:rsidR="00B24BB1" w:rsidRDefault="00B24BB1" w:rsidP="00533E23">
            <w:pPr>
              <w:pStyle w:val="TableText"/>
            </w:pPr>
            <w:r>
              <w:t>VLAN 1</w:t>
            </w:r>
          </w:p>
        </w:tc>
        <w:tc>
          <w:tcPr>
            <w:tcW w:w="2555" w:type="dxa"/>
            <w:shd w:val="clear" w:color="auto" w:fill="auto"/>
            <w:vAlign w:val="bottom"/>
          </w:tcPr>
          <w:p w14:paraId="321B272C" w14:textId="77777777" w:rsidR="00B24BB1" w:rsidRDefault="00B24BB1" w:rsidP="00533E23">
            <w:pPr>
              <w:pStyle w:val="TableText"/>
            </w:pPr>
            <w:r>
              <w:t>192.168.1.12</w:t>
            </w:r>
          </w:p>
        </w:tc>
        <w:tc>
          <w:tcPr>
            <w:tcW w:w="2556" w:type="dxa"/>
            <w:shd w:val="clear" w:color="auto" w:fill="auto"/>
            <w:vAlign w:val="bottom"/>
          </w:tcPr>
          <w:p w14:paraId="56BA81B3" w14:textId="77777777" w:rsidR="00B24BB1" w:rsidRDefault="00B24BB1" w:rsidP="00533E23">
            <w:pPr>
              <w:pStyle w:val="TableText"/>
            </w:pPr>
            <w:r>
              <w:t>255.255.255.0</w:t>
            </w:r>
          </w:p>
        </w:tc>
      </w:tr>
      <w:tr w:rsidR="00B24BB1" w14:paraId="55BF10F0" w14:textId="77777777" w:rsidTr="00533E23">
        <w:trPr>
          <w:cantSplit/>
          <w:jc w:val="center"/>
        </w:trPr>
        <w:tc>
          <w:tcPr>
            <w:tcW w:w="2555" w:type="dxa"/>
            <w:shd w:val="clear" w:color="auto" w:fill="auto"/>
            <w:vAlign w:val="bottom"/>
          </w:tcPr>
          <w:p w14:paraId="64FCB91F" w14:textId="77777777" w:rsidR="00B24BB1" w:rsidRPr="00470F98" w:rsidRDefault="00B24BB1" w:rsidP="00533E23">
            <w:pPr>
              <w:pStyle w:val="TableText"/>
            </w:pPr>
            <w:r>
              <w:t>PC-A</w:t>
            </w:r>
          </w:p>
        </w:tc>
        <w:tc>
          <w:tcPr>
            <w:tcW w:w="2555" w:type="dxa"/>
            <w:shd w:val="clear" w:color="auto" w:fill="auto"/>
            <w:vAlign w:val="bottom"/>
          </w:tcPr>
          <w:p w14:paraId="4E56BA52" w14:textId="77777777" w:rsidR="00B24BB1" w:rsidRPr="00470F98" w:rsidRDefault="00B24BB1" w:rsidP="00533E23">
            <w:pPr>
              <w:pStyle w:val="TableText"/>
            </w:pPr>
            <w:r>
              <w:t>NIC</w:t>
            </w:r>
          </w:p>
        </w:tc>
        <w:tc>
          <w:tcPr>
            <w:tcW w:w="2555" w:type="dxa"/>
            <w:shd w:val="clear" w:color="auto" w:fill="auto"/>
            <w:vAlign w:val="bottom"/>
          </w:tcPr>
          <w:p w14:paraId="7036B061" w14:textId="77777777" w:rsidR="00B24BB1" w:rsidRDefault="00B24BB1" w:rsidP="00533E23">
            <w:pPr>
              <w:pStyle w:val="TableText"/>
            </w:pPr>
            <w:r>
              <w:t>192.168.1.2</w:t>
            </w:r>
          </w:p>
        </w:tc>
        <w:tc>
          <w:tcPr>
            <w:tcW w:w="2556" w:type="dxa"/>
            <w:shd w:val="clear" w:color="auto" w:fill="auto"/>
            <w:vAlign w:val="bottom"/>
          </w:tcPr>
          <w:p w14:paraId="7D197C36" w14:textId="77777777" w:rsidR="00B24BB1" w:rsidRDefault="00B24BB1" w:rsidP="00533E23">
            <w:pPr>
              <w:pStyle w:val="TableText"/>
            </w:pPr>
            <w:r>
              <w:t>255.255.255.0</w:t>
            </w:r>
          </w:p>
        </w:tc>
      </w:tr>
      <w:tr w:rsidR="00B24BB1" w14:paraId="0A51515E" w14:textId="77777777" w:rsidTr="00533E23">
        <w:trPr>
          <w:cantSplit/>
          <w:jc w:val="center"/>
        </w:trPr>
        <w:tc>
          <w:tcPr>
            <w:tcW w:w="2555" w:type="dxa"/>
            <w:shd w:val="clear" w:color="auto" w:fill="auto"/>
            <w:vAlign w:val="bottom"/>
          </w:tcPr>
          <w:p w14:paraId="1DF9A1A1" w14:textId="77777777" w:rsidR="00B24BB1" w:rsidRDefault="00B24BB1" w:rsidP="00533E23">
            <w:pPr>
              <w:pStyle w:val="TableText"/>
            </w:pPr>
            <w:r>
              <w:t>PC-B</w:t>
            </w:r>
          </w:p>
        </w:tc>
        <w:tc>
          <w:tcPr>
            <w:tcW w:w="2555" w:type="dxa"/>
            <w:shd w:val="clear" w:color="auto" w:fill="auto"/>
            <w:vAlign w:val="bottom"/>
          </w:tcPr>
          <w:p w14:paraId="0CBA5A2F" w14:textId="77777777" w:rsidR="00B24BB1" w:rsidRDefault="00B24BB1" w:rsidP="00533E23">
            <w:pPr>
              <w:pStyle w:val="TableText"/>
            </w:pPr>
            <w:r>
              <w:t>NIC</w:t>
            </w:r>
          </w:p>
        </w:tc>
        <w:tc>
          <w:tcPr>
            <w:tcW w:w="2555" w:type="dxa"/>
            <w:shd w:val="clear" w:color="auto" w:fill="auto"/>
            <w:vAlign w:val="bottom"/>
          </w:tcPr>
          <w:p w14:paraId="6422757E" w14:textId="77777777" w:rsidR="00B24BB1" w:rsidRDefault="00B24BB1" w:rsidP="00533E23">
            <w:pPr>
              <w:pStyle w:val="TableText"/>
            </w:pPr>
            <w:r>
              <w:t>192.168.1.3</w:t>
            </w:r>
          </w:p>
        </w:tc>
        <w:tc>
          <w:tcPr>
            <w:tcW w:w="2556" w:type="dxa"/>
            <w:shd w:val="clear" w:color="auto" w:fill="auto"/>
            <w:vAlign w:val="bottom"/>
          </w:tcPr>
          <w:p w14:paraId="19025A5D" w14:textId="77777777" w:rsidR="00B24BB1" w:rsidRDefault="00B24BB1" w:rsidP="00533E23">
            <w:pPr>
              <w:pStyle w:val="TableText"/>
            </w:pPr>
            <w:r>
              <w:t>255.255.255.0</w:t>
            </w:r>
          </w:p>
        </w:tc>
      </w:tr>
    </w:tbl>
    <w:p w14:paraId="6CAB43BC" w14:textId="77777777" w:rsidR="00B24BB1" w:rsidRPr="00BB73FF" w:rsidRDefault="00B24BB1" w:rsidP="00B24BB1">
      <w:pPr>
        <w:pStyle w:val="Heading1"/>
        <w:numPr>
          <w:ilvl w:val="0"/>
          <w:numId w:val="0"/>
        </w:numPr>
      </w:pPr>
      <w:r w:rsidRPr="00BB73FF">
        <w:t>Objective</w:t>
      </w:r>
      <w:r>
        <w:t>s</w:t>
      </w:r>
    </w:p>
    <w:p w14:paraId="0152732B" w14:textId="77777777" w:rsidR="00B24BB1" w:rsidRPr="004C0909" w:rsidRDefault="00B24BB1" w:rsidP="00B24BB1">
      <w:pPr>
        <w:pStyle w:val="BodyTextL25Bold"/>
      </w:pPr>
      <w:r>
        <w:t>Part 1: Build the Network and Configure Basic Device Settings</w:t>
      </w:r>
    </w:p>
    <w:p w14:paraId="5318F370" w14:textId="77777777" w:rsidR="00B24BB1" w:rsidRDefault="00B24BB1" w:rsidP="00B24BB1">
      <w:pPr>
        <w:pStyle w:val="BodyTextL25Bold"/>
      </w:pPr>
      <w:r>
        <w:t>Part 2: Configure and verify NAT for IPv4</w:t>
      </w:r>
    </w:p>
    <w:p w14:paraId="7F400014" w14:textId="77777777" w:rsidR="00B24BB1" w:rsidRDefault="00B24BB1" w:rsidP="00B24BB1">
      <w:pPr>
        <w:pStyle w:val="BodyTextL25Bold"/>
      </w:pPr>
      <w:r>
        <w:t>Part 3: Configure and verify PAT for IPv4</w:t>
      </w:r>
    </w:p>
    <w:p w14:paraId="554FF640" w14:textId="77777777" w:rsidR="00B24BB1" w:rsidRDefault="00B24BB1" w:rsidP="00B24BB1">
      <w:pPr>
        <w:pStyle w:val="BodyTextL25Bold"/>
      </w:pPr>
      <w:r>
        <w:t>Part 4: Configure and verify Static NAT for IPv4</w:t>
      </w:r>
    </w:p>
    <w:p w14:paraId="77A6E02B" w14:textId="77777777" w:rsidR="00B24BB1" w:rsidRPr="00C07FD9" w:rsidRDefault="00B24BB1" w:rsidP="00B24BB1">
      <w:pPr>
        <w:pStyle w:val="Heading1"/>
      </w:pPr>
      <w:r>
        <w:t>Background / Scenario</w:t>
      </w:r>
    </w:p>
    <w:p w14:paraId="57F2D98A" w14:textId="77777777" w:rsidR="00B24BB1" w:rsidRDefault="00B24BB1" w:rsidP="00B24BB1">
      <w:pPr>
        <w:pStyle w:val="BodyTextL25"/>
      </w:pPr>
      <w:r>
        <w:t>Network Address Translation (NAT) is the process where a network device, such as a Cisco router, assigns a public address to host devices inside a private network. The main reason to use NAT is to reduce the number of public IP addresses that an organization uses because the number of available IPv4 public addresses is limited.</w:t>
      </w:r>
    </w:p>
    <w:p w14:paraId="1A907028" w14:textId="3C67DF60" w:rsidR="00B24BB1" w:rsidRDefault="00B24BB1" w:rsidP="00B24BB1">
      <w:pPr>
        <w:pStyle w:val="BodyTextL25"/>
      </w:pPr>
      <w:r>
        <w:t>An ISP has allocated the public IP address space of 209.165.200.224/29 to a company. This network is used to address the link between the ISP router (R2) and the company gateway (R1)</w:t>
      </w:r>
      <w:r>
        <w:rPr>
          <w:rFonts w:cs="Arial"/>
          <w:szCs w:val="20"/>
        </w:rPr>
        <w:t xml:space="preserve">. The first address </w:t>
      </w:r>
      <w:r>
        <w:rPr>
          <w:rFonts w:cs="Arial"/>
          <w:szCs w:val="20"/>
        </w:rPr>
        <w:lastRenderedPageBreak/>
        <w:t>(209.165.200.225) is assigned to the g0/0/0 interface on R2 and the last address (209.165.200.230) is assigned to the g0/0/0 interface on R1. The remaining addresses (209.165.200.226-209.165.200.229) will be used to provide internet access to the company hosts. A default route is used from R1 to R2. The internet is simulated by a loopback address on R2.</w:t>
      </w:r>
    </w:p>
    <w:p w14:paraId="322B6D06" w14:textId="77777777" w:rsidR="00B24BB1" w:rsidRDefault="00B24BB1" w:rsidP="00B24BB1">
      <w:pPr>
        <w:pStyle w:val="BodyTextL25"/>
      </w:pPr>
      <w:r>
        <w:t>In this lab, you will configure various types of NAT. You will test, view, and verify that the translations are taking place, and you will interpret the NAT/PAT statistics to monitor the process.</w:t>
      </w:r>
    </w:p>
    <w:p w14:paraId="47024563" w14:textId="77777777" w:rsidR="00B24BB1" w:rsidRDefault="00B24BB1" w:rsidP="00B24BB1">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6.9.3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3D2CC85F" w14:textId="77777777" w:rsidR="00B24BB1" w:rsidRDefault="00B24BB1" w:rsidP="00B24BB1">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49C9CB93" w14:textId="77777777" w:rsidR="00B24BB1" w:rsidRDefault="00B24BB1" w:rsidP="00B24BB1">
      <w:pPr>
        <w:pStyle w:val="Heading1"/>
      </w:pPr>
      <w:r>
        <w:t>Required Resources</w:t>
      </w:r>
    </w:p>
    <w:p w14:paraId="5D939440" w14:textId="77777777" w:rsidR="00B24BB1" w:rsidRDefault="00B24BB1" w:rsidP="00B24BB1">
      <w:pPr>
        <w:pStyle w:val="Bulletlevel1"/>
        <w:spacing w:before="60" w:after="60" w:line="276" w:lineRule="auto"/>
      </w:pPr>
      <w:r>
        <w:t>2 Routers (Cisco 4221 with Cisco IOS XE Release 16.9.4 universal image or comparable)</w:t>
      </w:r>
    </w:p>
    <w:p w14:paraId="01AB50E4" w14:textId="77777777" w:rsidR="00B24BB1" w:rsidRDefault="00B24BB1" w:rsidP="00B24BB1">
      <w:pPr>
        <w:pStyle w:val="Bulletlevel1"/>
        <w:spacing w:before="60" w:after="60" w:line="276" w:lineRule="auto"/>
      </w:pPr>
      <w:r>
        <w:t>2 Switches (Cisco 2960 with Cisco IOS Release 15.2(2) lanbasek9 image or comparable)</w:t>
      </w:r>
    </w:p>
    <w:p w14:paraId="244AF50D" w14:textId="77777777" w:rsidR="00B24BB1" w:rsidRDefault="00B24BB1" w:rsidP="00B24BB1">
      <w:pPr>
        <w:pStyle w:val="Bulletlevel1"/>
        <w:spacing w:before="60" w:after="60" w:line="276" w:lineRule="auto"/>
      </w:pPr>
      <w:r>
        <w:t>2 PCs (Windows with a terminal emulation program, such as Tera Term)</w:t>
      </w:r>
    </w:p>
    <w:p w14:paraId="6AA7AC5E" w14:textId="77777777" w:rsidR="00B24BB1" w:rsidRDefault="00B24BB1" w:rsidP="00B24BB1">
      <w:pPr>
        <w:pStyle w:val="Bulletlevel1"/>
      </w:pPr>
      <w:r w:rsidRPr="00A02EB5">
        <w:t>Console cables to configure the Cisco IOS devices via the console ports</w:t>
      </w:r>
    </w:p>
    <w:p w14:paraId="3D8C8F47" w14:textId="77777777" w:rsidR="00B24BB1" w:rsidRDefault="00B24BB1" w:rsidP="00B24BB1">
      <w:pPr>
        <w:pStyle w:val="Bulletlevel1"/>
        <w:spacing w:before="60" w:after="60" w:line="276" w:lineRule="auto"/>
      </w:pPr>
      <w:r>
        <w:t>Ethernet cables as shown in the topology</w:t>
      </w:r>
    </w:p>
    <w:p w14:paraId="54617DAB" w14:textId="77777777" w:rsidR="00B24BB1" w:rsidRDefault="00B24BB1" w:rsidP="00B24BB1">
      <w:pPr>
        <w:pStyle w:val="Heading1"/>
      </w:pPr>
      <w:r>
        <w:t>Instructions</w:t>
      </w:r>
    </w:p>
    <w:p w14:paraId="3B1EF205" w14:textId="77777777" w:rsidR="00B24BB1" w:rsidRPr="004C0909" w:rsidRDefault="00B24BB1" w:rsidP="00B24BB1">
      <w:pPr>
        <w:pStyle w:val="Heading2"/>
      </w:pPr>
      <w:r>
        <w:t>Build the Network and Configure Basic Device Settings</w:t>
      </w:r>
    </w:p>
    <w:p w14:paraId="2D378F0C" w14:textId="77777777" w:rsidR="00B24BB1" w:rsidRDefault="00B24BB1" w:rsidP="00B24BB1">
      <w:pPr>
        <w:pStyle w:val="BodyTextL25"/>
      </w:pPr>
      <w:r>
        <w:t>In Part 1, you will set up the network topology and configure basic settings on the PC hosts and switches.</w:t>
      </w:r>
    </w:p>
    <w:p w14:paraId="4777820C" w14:textId="77777777" w:rsidR="00B24BB1" w:rsidRDefault="00B24BB1" w:rsidP="00B24BB1">
      <w:pPr>
        <w:pStyle w:val="Heading3"/>
      </w:pPr>
      <w:r>
        <w:t>Cable the network as shown in the topology.</w:t>
      </w:r>
    </w:p>
    <w:p w14:paraId="4EC4D329" w14:textId="77777777" w:rsidR="00B24BB1" w:rsidRDefault="00B24BB1" w:rsidP="00B24BB1">
      <w:pPr>
        <w:pStyle w:val="BodyTextL25"/>
      </w:pPr>
      <w:r>
        <w:t>Attach the devices as shown in the topology diagram and cable as necessary.</w:t>
      </w:r>
    </w:p>
    <w:p w14:paraId="6FE5ACB3" w14:textId="77777777" w:rsidR="00B24BB1" w:rsidRDefault="00B24BB1" w:rsidP="00B24BB1">
      <w:pPr>
        <w:pStyle w:val="Heading3"/>
      </w:pPr>
      <w:r>
        <w:t>Configure basic settings for each router.</w:t>
      </w:r>
    </w:p>
    <w:p w14:paraId="0FDD8093" w14:textId="7FFFB2F0" w:rsidR="00C017CB" w:rsidRDefault="00C017CB" w:rsidP="00C017CB">
      <w:pPr>
        <w:pStyle w:val="ConfigWindow"/>
      </w:pPr>
      <w:r>
        <w:t>O</w:t>
      </w:r>
      <w:r w:rsidRPr="00C017CB">
        <w:t>pen configuration window</w:t>
      </w:r>
    </w:p>
    <w:p w14:paraId="4CE7128E" w14:textId="07562BDD" w:rsidR="00B24BB1" w:rsidRDefault="00B24BB1" w:rsidP="00C017CB">
      <w:pPr>
        <w:pStyle w:val="SubStepAlpha"/>
        <w:spacing w:before="0"/>
      </w:pPr>
      <w:r>
        <w:t>Assign a device name to the router.</w:t>
      </w:r>
    </w:p>
    <w:p w14:paraId="6D03DE95" w14:textId="77777777" w:rsidR="00B24BB1" w:rsidRDefault="00B24BB1" w:rsidP="00B24BB1">
      <w:pPr>
        <w:pStyle w:val="SubStepAlpha"/>
      </w:pPr>
      <w:r>
        <w:t>Disable DNS lookup to prevent the router from attempting to translate incorrectly entered commands as though they were host names.</w:t>
      </w:r>
    </w:p>
    <w:p w14:paraId="45A4D6AF" w14:textId="77777777" w:rsidR="00B24BB1" w:rsidRDefault="00B24BB1" w:rsidP="00B24BB1">
      <w:pPr>
        <w:pStyle w:val="SubStepAlpha"/>
      </w:pPr>
      <w:r>
        <w:t xml:space="preserve">Assign </w:t>
      </w:r>
      <w:r w:rsidRPr="00960AFB">
        <w:rPr>
          <w:b/>
        </w:rPr>
        <w:t>class</w:t>
      </w:r>
      <w:r>
        <w:t xml:space="preserve"> as the privileged EXEC encrypted password.</w:t>
      </w:r>
    </w:p>
    <w:p w14:paraId="4FF4FC65" w14:textId="77777777" w:rsidR="00B24BB1" w:rsidRDefault="00B24BB1" w:rsidP="00B24BB1">
      <w:pPr>
        <w:pStyle w:val="SubStepAlpha"/>
      </w:pPr>
      <w:r>
        <w:t xml:space="preserve">Assign </w:t>
      </w:r>
      <w:r w:rsidRPr="00960AFB">
        <w:rPr>
          <w:b/>
        </w:rPr>
        <w:t>cisco</w:t>
      </w:r>
      <w:r>
        <w:t xml:space="preserve"> as the console password and enable login.</w:t>
      </w:r>
    </w:p>
    <w:p w14:paraId="2E9757AD" w14:textId="77777777" w:rsidR="00B24BB1" w:rsidRDefault="00B24BB1" w:rsidP="00B24BB1">
      <w:pPr>
        <w:pStyle w:val="SubStepAlpha"/>
      </w:pPr>
      <w:r>
        <w:t xml:space="preserve">Assign </w:t>
      </w:r>
      <w:r w:rsidRPr="00960AFB">
        <w:rPr>
          <w:b/>
        </w:rPr>
        <w:t>cisco</w:t>
      </w:r>
      <w:r>
        <w:t xml:space="preserve"> as the VTY password and enable login.</w:t>
      </w:r>
    </w:p>
    <w:p w14:paraId="694CF2F8" w14:textId="77777777" w:rsidR="00B24BB1" w:rsidRDefault="00B24BB1" w:rsidP="00B24BB1">
      <w:pPr>
        <w:pStyle w:val="SubStepAlpha"/>
      </w:pPr>
      <w:r>
        <w:t>Encrypt the plaintext passwords.</w:t>
      </w:r>
    </w:p>
    <w:p w14:paraId="73D61080" w14:textId="77777777" w:rsidR="00B24BB1" w:rsidRDefault="00B24BB1" w:rsidP="00B24BB1">
      <w:pPr>
        <w:pStyle w:val="SubStepAlpha"/>
      </w:pPr>
      <w:r>
        <w:t>Create a banner that warns anyone accessing the device that unauthorized access is prohibited.</w:t>
      </w:r>
    </w:p>
    <w:p w14:paraId="28BD3AA8" w14:textId="77777777" w:rsidR="00B24BB1" w:rsidRDefault="00B24BB1" w:rsidP="00B24BB1">
      <w:pPr>
        <w:pStyle w:val="SubStepAlpha"/>
      </w:pPr>
      <w:r>
        <w:t>Configure interface IP addressing as specified in the table above.</w:t>
      </w:r>
    </w:p>
    <w:p w14:paraId="2C314232" w14:textId="7A599360" w:rsidR="00B24BB1" w:rsidRDefault="00B24BB1" w:rsidP="00B24BB1">
      <w:pPr>
        <w:pStyle w:val="SubStepAlpha"/>
      </w:pPr>
      <w:r>
        <w:t>Configure</w:t>
      </w:r>
      <w:r w:rsidR="006943EB">
        <w:t xml:space="preserve"> a default route to R2 from R1</w:t>
      </w:r>
      <w:r>
        <w:t>.</w:t>
      </w:r>
    </w:p>
    <w:p w14:paraId="41A6278A" w14:textId="77777777" w:rsidR="00B24BB1" w:rsidRDefault="00B24BB1" w:rsidP="00B24BB1">
      <w:pPr>
        <w:pStyle w:val="SubStepAlpha"/>
      </w:pPr>
      <w:r>
        <w:t>Save the running configuration to the startup configuration file.</w:t>
      </w:r>
    </w:p>
    <w:p w14:paraId="3006DAC5" w14:textId="121E24CF" w:rsidR="00F324AC" w:rsidRDefault="00F324AC" w:rsidP="00F324AC">
      <w:pPr>
        <w:pStyle w:val="ConfigWindow"/>
      </w:pPr>
      <w:r w:rsidRPr="00F324AC">
        <w:t>Close configuration window</w:t>
      </w:r>
    </w:p>
    <w:p w14:paraId="482C52CA" w14:textId="26373C09" w:rsidR="00B24BB1" w:rsidRPr="00013934" w:rsidRDefault="00B24BB1" w:rsidP="00F324AC">
      <w:pPr>
        <w:pStyle w:val="Heading3"/>
        <w:spacing w:before="120"/>
      </w:pPr>
      <w:r>
        <w:lastRenderedPageBreak/>
        <w:t>Configure basic settings for each switch.</w:t>
      </w:r>
    </w:p>
    <w:p w14:paraId="60CB22C6" w14:textId="4C89C925" w:rsidR="00F324AC" w:rsidRDefault="00F324AC" w:rsidP="00F324AC">
      <w:pPr>
        <w:pStyle w:val="ConfigWindow"/>
      </w:pPr>
      <w:r w:rsidRPr="00F324AC">
        <w:t>Open configuration window</w:t>
      </w:r>
    </w:p>
    <w:p w14:paraId="2039F648" w14:textId="766D7915" w:rsidR="00B24BB1" w:rsidRDefault="00B24BB1" w:rsidP="00F324AC">
      <w:pPr>
        <w:pStyle w:val="SubStepAlpha"/>
        <w:spacing w:before="0"/>
      </w:pPr>
      <w:r>
        <w:t>Assign a device name to the switch.</w:t>
      </w:r>
    </w:p>
    <w:p w14:paraId="12CB96F9" w14:textId="77777777" w:rsidR="00B24BB1" w:rsidRDefault="00B24BB1" w:rsidP="00B24BB1">
      <w:pPr>
        <w:pStyle w:val="SubStepAlpha"/>
      </w:pPr>
      <w:r>
        <w:t>Disable DNS lookup to prevent the router from attempting to translate incorrectly entered commands as though they were host names.</w:t>
      </w:r>
    </w:p>
    <w:p w14:paraId="63C32FB7" w14:textId="77777777" w:rsidR="00B24BB1" w:rsidRDefault="00B24BB1" w:rsidP="00B24BB1">
      <w:pPr>
        <w:pStyle w:val="SubStepAlpha"/>
      </w:pPr>
      <w:r>
        <w:t xml:space="preserve">Assign </w:t>
      </w:r>
      <w:r w:rsidRPr="00960AFB">
        <w:rPr>
          <w:b/>
        </w:rPr>
        <w:t>class</w:t>
      </w:r>
      <w:r>
        <w:t xml:space="preserve"> as the privileged EXEC encrypted password.</w:t>
      </w:r>
    </w:p>
    <w:p w14:paraId="7724B601" w14:textId="77777777" w:rsidR="00B24BB1" w:rsidRDefault="00B24BB1" w:rsidP="00B24BB1">
      <w:pPr>
        <w:pStyle w:val="SubStepAlpha"/>
      </w:pPr>
      <w:r>
        <w:t xml:space="preserve">Assign </w:t>
      </w:r>
      <w:r w:rsidRPr="00960AFB">
        <w:rPr>
          <w:b/>
        </w:rPr>
        <w:t>cisco</w:t>
      </w:r>
      <w:r>
        <w:t xml:space="preserve"> as the console password and enable login.</w:t>
      </w:r>
    </w:p>
    <w:p w14:paraId="35196986" w14:textId="77777777" w:rsidR="00B24BB1" w:rsidRDefault="00B24BB1" w:rsidP="00B24BB1">
      <w:pPr>
        <w:pStyle w:val="SubStepAlpha"/>
      </w:pPr>
      <w:r>
        <w:t xml:space="preserve">Assign </w:t>
      </w:r>
      <w:r w:rsidRPr="00960AFB">
        <w:rPr>
          <w:b/>
        </w:rPr>
        <w:t>cisco</w:t>
      </w:r>
      <w:r>
        <w:t xml:space="preserve"> as the VTY password and enable login.</w:t>
      </w:r>
    </w:p>
    <w:p w14:paraId="46B0B8F5" w14:textId="77777777" w:rsidR="00B24BB1" w:rsidRDefault="00B24BB1" w:rsidP="00B24BB1">
      <w:pPr>
        <w:pStyle w:val="SubStepAlpha"/>
      </w:pPr>
      <w:r>
        <w:t>Encrypt the plaintext passwords.</w:t>
      </w:r>
    </w:p>
    <w:p w14:paraId="19016E51" w14:textId="77777777" w:rsidR="00B24BB1" w:rsidRDefault="00B24BB1" w:rsidP="00B24BB1">
      <w:pPr>
        <w:pStyle w:val="SubStepAlpha"/>
      </w:pPr>
      <w:r>
        <w:t>Create a banner that warns anyone accessing the device that unauthorized access is prohibited.</w:t>
      </w:r>
    </w:p>
    <w:p w14:paraId="644BD73A" w14:textId="77777777" w:rsidR="00B24BB1" w:rsidRDefault="00B24BB1" w:rsidP="00B24BB1">
      <w:pPr>
        <w:pStyle w:val="SubStepAlpha"/>
      </w:pPr>
      <w:r>
        <w:t>Shutdown all interfaces that will not be used.</w:t>
      </w:r>
    </w:p>
    <w:p w14:paraId="5901D114" w14:textId="77777777" w:rsidR="00B24BB1" w:rsidRDefault="00B24BB1" w:rsidP="00B24BB1">
      <w:pPr>
        <w:pStyle w:val="SubStepAlpha"/>
      </w:pPr>
      <w:r>
        <w:t>Configure interface IP addressing as specified in the table above.</w:t>
      </w:r>
    </w:p>
    <w:p w14:paraId="79FA03AE" w14:textId="77777777" w:rsidR="00B24BB1" w:rsidRDefault="00B24BB1" w:rsidP="00B24BB1">
      <w:pPr>
        <w:pStyle w:val="SubStepAlpha"/>
      </w:pPr>
      <w:r>
        <w:t>Save the running configuration to the startup configuration file.</w:t>
      </w:r>
    </w:p>
    <w:p w14:paraId="2E7F76DF" w14:textId="3163F6E1" w:rsidR="00F324AC" w:rsidRDefault="00F324AC" w:rsidP="00F324AC">
      <w:pPr>
        <w:pStyle w:val="ConfigWindow"/>
      </w:pPr>
      <w:r w:rsidRPr="00F324AC">
        <w:t>Close configuration window</w:t>
      </w:r>
    </w:p>
    <w:p w14:paraId="6905AC56" w14:textId="2CFE2FE0" w:rsidR="00B24BB1" w:rsidRDefault="00B24BB1" w:rsidP="00F324AC">
      <w:pPr>
        <w:pStyle w:val="Heading2"/>
        <w:spacing w:before="120"/>
      </w:pPr>
      <w:r>
        <w:t>Configure and verify NAT for IPv4</w:t>
      </w:r>
    </w:p>
    <w:p w14:paraId="19B1496B" w14:textId="77777777" w:rsidR="00B24BB1" w:rsidRDefault="00B24BB1" w:rsidP="00B24BB1">
      <w:pPr>
        <w:pStyle w:val="BodyTextL25"/>
      </w:pPr>
      <w:r>
        <w:t>In Part 2, you will configure and verify NAT for IPv4.</w:t>
      </w:r>
    </w:p>
    <w:p w14:paraId="415A501C" w14:textId="77777777" w:rsidR="00B24BB1" w:rsidRDefault="00B24BB1" w:rsidP="00B24BB1">
      <w:pPr>
        <w:pStyle w:val="Heading3"/>
      </w:pPr>
      <w:r>
        <w:t>Configure NAT on R1 using a pool of three addresses, 209.165.200.226-209.165.200.228.</w:t>
      </w:r>
    </w:p>
    <w:p w14:paraId="74FC962F" w14:textId="7BC04F05" w:rsidR="00F324AC" w:rsidRDefault="00F324AC" w:rsidP="00F324AC">
      <w:pPr>
        <w:pStyle w:val="ConfigWindow"/>
      </w:pPr>
      <w:r w:rsidRPr="00F324AC">
        <w:t>Open configuration window</w:t>
      </w:r>
    </w:p>
    <w:p w14:paraId="40C00B87" w14:textId="444DBA9B" w:rsidR="00B24BB1" w:rsidRDefault="00B24BB1" w:rsidP="00F324AC">
      <w:pPr>
        <w:pStyle w:val="SubStepAlpha"/>
        <w:spacing w:before="0"/>
      </w:pPr>
      <w:r>
        <w:t>Configure a simple access list that defines what hosts are going to be allowed for translation. In this case, all devices on the R1 LAN are eligible for translation.</w:t>
      </w:r>
    </w:p>
    <w:p w14:paraId="22870D37" w14:textId="77777777" w:rsidR="00B24BB1" w:rsidRPr="00266A4E" w:rsidRDefault="00B24BB1" w:rsidP="006943EB">
      <w:pPr>
        <w:pStyle w:val="CMD"/>
      </w:pPr>
      <w:r w:rsidRPr="00266A4E">
        <w:t xml:space="preserve">R1(config)# </w:t>
      </w:r>
      <w:r w:rsidRPr="006943EB">
        <w:rPr>
          <w:b/>
        </w:rPr>
        <w:t>access-list 1 permit 192.168.1.0 0.0.0.255</w:t>
      </w:r>
    </w:p>
    <w:p w14:paraId="3212C249" w14:textId="77777777" w:rsidR="00B24BB1" w:rsidRPr="00266A4E" w:rsidRDefault="00B24BB1" w:rsidP="00266A4E">
      <w:pPr>
        <w:pStyle w:val="SubStepAlpha"/>
      </w:pPr>
      <w:r w:rsidRPr="00266A4E">
        <w:t>Create the NAT pool, and give it a name and a range of addresses to use.</w:t>
      </w:r>
    </w:p>
    <w:p w14:paraId="14B4330E" w14:textId="77777777" w:rsidR="00B24BB1" w:rsidRPr="00266A4E" w:rsidRDefault="00B24BB1" w:rsidP="006943EB">
      <w:pPr>
        <w:pStyle w:val="CMD"/>
      </w:pPr>
      <w:r w:rsidRPr="00266A4E">
        <w:t xml:space="preserve">R1(config)# </w:t>
      </w:r>
      <w:proofErr w:type="spellStart"/>
      <w:r w:rsidRPr="006943EB">
        <w:rPr>
          <w:b/>
        </w:rPr>
        <w:t>ip</w:t>
      </w:r>
      <w:proofErr w:type="spellEnd"/>
      <w:r w:rsidRPr="006943EB">
        <w:rPr>
          <w:b/>
        </w:rPr>
        <w:t xml:space="preserve"> </w:t>
      </w:r>
      <w:proofErr w:type="spellStart"/>
      <w:r w:rsidRPr="006943EB">
        <w:rPr>
          <w:b/>
        </w:rPr>
        <w:t>nat</w:t>
      </w:r>
      <w:proofErr w:type="spellEnd"/>
      <w:r w:rsidRPr="006943EB">
        <w:rPr>
          <w:b/>
        </w:rPr>
        <w:t xml:space="preserve"> pool PUBLIC_ACCESS 209.165.200.226 209.165.200.228 netmask 255.255.255.248</w:t>
      </w:r>
    </w:p>
    <w:p w14:paraId="60174CF7" w14:textId="77777777" w:rsidR="00B24BB1" w:rsidRPr="00266A4E" w:rsidRDefault="00B24BB1" w:rsidP="00266A4E">
      <w:pPr>
        <w:pStyle w:val="BodyTextL50"/>
      </w:pPr>
      <w:r w:rsidRPr="00266A4E">
        <w:rPr>
          <w:b/>
        </w:rPr>
        <w:t>Note</w:t>
      </w:r>
      <w:r w:rsidRPr="00266A4E">
        <w:t>: The netmask parameter is not an IP address delimiter. It should be the correct subnet mask for the addresses being assigned, even if you are not using all the subnet addresses in the pool.</w:t>
      </w:r>
    </w:p>
    <w:p w14:paraId="78F0985D" w14:textId="77777777" w:rsidR="00B24BB1" w:rsidRPr="00266A4E" w:rsidRDefault="00B24BB1" w:rsidP="00266A4E">
      <w:pPr>
        <w:pStyle w:val="SubStepAlpha"/>
      </w:pPr>
      <w:r w:rsidRPr="00266A4E">
        <w:t>Configure the translation, associating the ACL and Pool to the translation process.</w:t>
      </w:r>
    </w:p>
    <w:p w14:paraId="4112128F" w14:textId="77777777" w:rsidR="00B24BB1" w:rsidRPr="00266A4E" w:rsidRDefault="00B24BB1" w:rsidP="006943EB">
      <w:pPr>
        <w:pStyle w:val="CMD"/>
      </w:pPr>
      <w:r w:rsidRPr="00266A4E">
        <w:t xml:space="preserve">R1(config)# </w:t>
      </w:r>
      <w:proofErr w:type="spellStart"/>
      <w:r w:rsidRPr="006943EB">
        <w:rPr>
          <w:b/>
        </w:rPr>
        <w:t>ip</w:t>
      </w:r>
      <w:proofErr w:type="spellEnd"/>
      <w:r w:rsidRPr="006943EB">
        <w:rPr>
          <w:b/>
        </w:rPr>
        <w:t xml:space="preserve"> </w:t>
      </w:r>
      <w:proofErr w:type="spellStart"/>
      <w:r w:rsidRPr="006943EB">
        <w:rPr>
          <w:b/>
        </w:rPr>
        <w:t>nat</w:t>
      </w:r>
      <w:proofErr w:type="spellEnd"/>
      <w:r w:rsidRPr="006943EB">
        <w:rPr>
          <w:b/>
        </w:rPr>
        <w:t xml:space="preserve"> inside source list 1 pool PUBLIC_ACCESS</w:t>
      </w:r>
    </w:p>
    <w:p w14:paraId="6D5ECBA4" w14:textId="407E5927" w:rsidR="00B24BB1" w:rsidRPr="00266A4E" w:rsidRDefault="00B24BB1" w:rsidP="00266A4E">
      <w:pPr>
        <w:pStyle w:val="BodyTextL50"/>
      </w:pPr>
      <w:r w:rsidRPr="00266A4E">
        <w:rPr>
          <w:b/>
        </w:rPr>
        <w:t>Note</w:t>
      </w:r>
      <w:r w:rsidRPr="00266A4E">
        <w:t xml:space="preserve">: Three very important points. First, the word ‘inside’ is critical to the operation of this kind of NAT. If you omit it, NAT will not work. Second, the list number is the ACL number configured in </w:t>
      </w:r>
      <w:r w:rsidR="006943EB">
        <w:t>a previous step</w:t>
      </w:r>
      <w:r w:rsidRPr="00266A4E">
        <w:t>. Third, the pool name is case-sensitive.</w:t>
      </w:r>
    </w:p>
    <w:p w14:paraId="68B74EA8" w14:textId="264F7E3C" w:rsidR="00B24BB1" w:rsidRPr="00266A4E" w:rsidRDefault="00B24BB1" w:rsidP="00266A4E">
      <w:pPr>
        <w:pStyle w:val="SubStepAlpha"/>
      </w:pPr>
      <w:r w:rsidRPr="00266A4E">
        <w:t>Define the inside interface.</w:t>
      </w:r>
    </w:p>
    <w:p w14:paraId="5B517B71" w14:textId="77777777" w:rsidR="00B24BB1" w:rsidRPr="00266A4E" w:rsidRDefault="00B24BB1" w:rsidP="006943EB">
      <w:pPr>
        <w:pStyle w:val="CMD"/>
      </w:pPr>
      <w:r w:rsidRPr="00266A4E">
        <w:t xml:space="preserve">R1(config)# </w:t>
      </w:r>
      <w:r w:rsidRPr="006943EB">
        <w:rPr>
          <w:b/>
        </w:rPr>
        <w:t>interface g0/0/1</w:t>
      </w:r>
    </w:p>
    <w:p w14:paraId="5FF973EB" w14:textId="77777777" w:rsidR="00B24BB1" w:rsidRPr="00266A4E" w:rsidRDefault="00B24BB1" w:rsidP="006943EB">
      <w:pPr>
        <w:pStyle w:val="CMD"/>
      </w:pPr>
      <w:r w:rsidRPr="00266A4E">
        <w:t>R1(config-</w:t>
      </w:r>
      <w:proofErr w:type="gramStart"/>
      <w:r w:rsidRPr="00266A4E">
        <w:t>if)#</w:t>
      </w:r>
      <w:proofErr w:type="gramEnd"/>
      <w:r w:rsidRPr="00266A4E">
        <w:t xml:space="preserve"> </w:t>
      </w:r>
      <w:proofErr w:type="spellStart"/>
      <w:r w:rsidRPr="006943EB">
        <w:rPr>
          <w:b/>
        </w:rPr>
        <w:t>ip</w:t>
      </w:r>
      <w:proofErr w:type="spellEnd"/>
      <w:r w:rsidRPr="006943EB">
        <w:rPr>
          <w:b/>
        </w:rPr>
        <w:t xml:space="preserve"> </w:t>
      </w:r>
      <w:proofErr w:type="spellStart"/>
      <w:r w:rsidRPr="006943EB">
        <w:rPr>
          <w:b/>
        </w:rPr>
        <w:t>nat</w:t>
      </w:r>
      <w:proofErr w:type="spellEnd"/>
      <w:r w:rsidRPr="006943EB">
        <w:rPr>
          <w:b/>
        </w:rPr>
        <w:t xml:space="preserve"> inside</w:t>
      </w:r>
    </w:p>
    <w:p w14:paraId="7FE0DE5A" w14:textId="2766F486" w:rsidR="00B24BB1" w:rsidRPr="00266A4E" w:rsidRDefault="00B24BB1" w:rsidP="00266A4E">
      <w:pPr>
        <w:pStyle w:val="SubStepAlpha"/>
      </w:pPr>
      <w:r w:rsidRPr="00266A4E">
        <w:t>Define the outside interface.</w:t>
      </w:r>
    </w:p>
    <w:p w14:paraId="70BF16AF" w14:textId="77777777" w:rsidR="00B24BB1" w:rsidRPr="00266A4E" w:rsidRDefault="00B24BB1" w:rsidP="006943EB">
      <w:pPr>
        <w:pStyle w:val="CMD"/>
      </w:pPr>
      <w:r w:rsidRPr="00266A4E">
        <w:t xml:space="preserve">R1(config)# </w:t>
      </w:r>
      <w:r w:rsidRPr="006943EB">
        <w:rPr>
          <w:b/>
        </w:rPr>
        <w:t>interface g0/0/0</w:t>
      </w:r>
    </w:p>
    <w:p w14:paraId="6DD6184E" w14:textId="77777777" w:rsidR="00B24BB1" w:rsidRPr="00266A4E" w:rsidRDefault="00B24BB1" w:rsidP="006943EB">
      <w:pPr>
        <w:pStyle w:val="CMD"/>
      </w:pPr>
      <w:r w:rsidRPr="00266A4E">
        <w:t>R1(config-</w:t>
      </w:r>
      <w:proofErr w:type="gramStart"/>
      <w:r w:rsidRPr="00266A4E">
        <w:t>if)#</w:t>
      </w:r>
      <w:proofErr w:type="gramEnd"/>
      <w:r w:rsidRPr="00266A4E">
        <w:t xml:space="preserve"> </w:t>
      </w:r>
      <w:proofErr w:type="spellStart"/>
      <w:r w:rsidRPr="006943EB">
        <w:rPr>
          <w:b/>
        </w:rPr>
        <w:t>ip</w:t>
      </w:r>
      <w:proofErr w:type="spellEnd"/>
      <w:r w:rsidRPr="006943EB">
        <w:rPr>
          <w:b/>
        </w:rPr>
        <w:t xml:space="preserve"> </w:t>
      </w:r>
      <w:proofErr w:type="spellStart"/>
      <w:r w:rsidRPr="006943EB">
        <w:rPr>
          <w:b/>
        </w:rPr>
        <w:t>nat</w:t>
      </w:r>
      <w:proofErr w:type="spellEnd"/>
      <w:r w:rsidRPr="006943EB">
        <w:rPr>
          <w:b/>
        </w:rPr>
        <w:t xml:space="preserve"> outside</w:t>
      </w:r>
    </w:p>
    <w:p w14:paraId="496F555B" w14:textId="77777777" w:rsidR="00B24BB1" w:rsidRDefault="00B24BB1" w:rsidP="00B24BB1">
      <w:pPr>
        <w:pStyle w:val="Heading3"/>
      </w:pPr>
      <w:r>
        <w:t>Test and Verify the configuration.</w:t>
      </w:r>
    </w:p>
    <w:p w14:paraId="4F2A68FD" w14:textId="72A1D3E4" w:rsidR="00B24BB1" w:rsidRDefault="00B24BB1" w:rsidP="00B24BB1">
      <w:pPr>
        <w:pStyle w:val="SubStepAlpha"/>
      </w:pPr>
      <w:r>
        <w:t xml:space="preserve">From PC-B, ping the Lo1 interface (209.165.200.1) on R2. If the ping was unsuccessful, troubleshoot and correct the issues. 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rsidRPr="004C179C">
        <w:rPr>
          <w:bCs/>
        </w:rPr>
        <w:t>.</w:t>
      </w:r>
    </w:p>
    <w:p w14:paraId="290A7F17" w14:textId="77777777" w:rsidR="00B24BB1" w:rsidRPr="003C4483" w:rsidRDefault="00B24BB1" w:rsidP="00CD19F9">
      <w:pPr>
        <w:pStyle w:val="CMD"/>
      </w:pPr>
      <w:r w:rsidRPr="003C4483">
        <w:t xml:space="preserve">R1# </w:t>
      </w:r>
      <w:r w:rsidRPr="00CD19F9">
        <w:rPr>
          <w:b/>
        </w:rPr>
        <w:t xml:space="preserve">show </w:t>
      </w:r>
      <w:proofErr w:type="spellStart"/>
      <w:r w:rsidRPr="00CD19F9">
        <w:rPr>
          <w:b/>
        </w:rPr>
        <w:t>ip</w:t>
      </w:r>
      <w:proofErr w:type="spellEnd"/>
      <w:r w:rsidRPr="00CD19F9">
        <w:rPr>
          <w:b/>
        </w:rPr>
        <w:t xml:space="preserve"> </w:t>
      </w:r>
      <w:proofErr w:type="spellStart"/>
      <w:r w:rsidRPr="00CD19F9">
        <w:rPr>
          <w:b/>
        </w:rPr>
        <w:t>nat</w:t>
      </w:r>
      <w:proofErr w:type="spellEnd"/>
      <w:r w:rsidRPr="00CD19F9">
        <w:rPr>
          <w:b/>
        </w:rPr>
        <w:t xml:space="preserve"> translations</w:t>
      </w:r>
    </w:p>
    <w:p w14:paraId="12BA4C48" w14:textId="77777777" w:rsidR="00B24BB1" w:rsidRPr="003C4483" w:rsidRDefault="00B24BB1" w:rsidP="00B24BB1">
      <w:pPr>
        <w:pStyle w:val="CMD"/>
        <w:rPr>
          <w:sz w:val="18"/>
          <w:szCs w:val="20"/>
        </w:rPr>
      </w:pPr>
      <w:proofErr w:type="gramStart"/>
      <w:r w:rsidRPr="003C4483">
        <w:rPr>
          <w:sz w:val="18"/>
          <w:szCs w:val="20"/>
        </w:rPr>
        <w:lastRenderedPageBreak/>
        <w:t>Pro  Inside</w:t>
      </w:r>
      <w:proofErr w:type="gramEnd"/>
      <w:r w:rsidRPr="003C4483">
        <w:rPr>
          <w:sz w:val="18"/>
          <w:szCs w:val="20"/>
        </w:rPr>
        <w:t xml:space="preserve"> global         Inside local          Outside local         Outside global</w:t>
      </w:r>
    </w:p>
    <w:p w14:paraId="100D1F1B" w14:textId="77777777" w:rsidR="00B24BB1" w:rsidRPr="003C4483" w:rsidRDefault="00B24BB1" w:rsidP="00B24BB1">
      <w:pPr>
        <w:pStyle w:val="CMD"/>
        <w:rPr>
          <w:sz w:val="18"/>
          <w:szCs w:val="20"/>
        </w:rPr>
      </w:pPr>
      <w:proofErr w:type="gramStart"/>
      <w:r w:rsidRPr="003C4483">
        <w:rPr>
          <w:sz w:val="18"/>
          <w:szCs w:val="20"/>
        </w:rPr>
        <w:t>---  209.165.200.226</w:t>
      </w:r>
      <w:proofErr w:type="gramEnd"/>
      <w:r w:rsidRPr="003C4483">
        <w:rPr>
          <w:sz w:val="18"/>
          <w:szCs w:val="20"/>
        </w:rPr>
        <w:t xml:space="preserve">       192.168.1.3           ---                   ---</w:t>
      </w:r>
    </w:p>
    <w:p w14:paraId="626F0415" w14:textId="77777777" w:rsidR="00B24BB1" w:rsidRPr="003C4483" w:rsidRDefault="00B24BB1" w:rsidP="00B24BB1">
      <w:pPr>
        <w:pStyle w:val="CMD"/>
        <w:rPr>
          <w:sz w:val="18"/>
          <w:szCs w:val="20"/>
        </w:rPr>
      </w:pPr>
      <w:proofErr w:type="spellStart"/>
      <w:r w:rsidRPr="003C4483">
        <w:rPr>
          <w:sz w:val="18"/>
          <w:szCs w:val="20"/>
        </w:rPr>
        <w:t>icmp</w:t>
      </w:r>
      <w:proofErr w:type="spellEnd"/>
      <w:r w:rsidRPr="003C4483">
        <w:rPr>
          <w:sz w:val="18"/>
          <w:szCs w:val="20"/>
        </w:rPr>
        <w:t xml:space="preserve"> 209.165.200.226:1     192.168.1.3:1         209.165.200.1:1       209.165.200.1:1</w:t>
      </w:r>
    </w:p>
    <w:p w14:paraId="57FC7916" w14:textId="77777777" w:rsidR="00B24BB1" w:rsidRPr="003C4483" w:rsidRDefault="00B24BB1" w:rsidP="00B24BB1">
      <w:pPr>
        <w:pStyle w:val="CMD"/>
        <w:rPr>
          <w:sz w:val="18"/>
          <w:szCs w:val="20"/>
        </w:rPr>
      </w:pPr>
      <w:r w:rsidRPr="003C4483">
        <w:rPr>
          <w:sz w:val="18"/>
          <w:szCs w:val="20"/>
        </w:rPr>
        <w:t>Total number of translations: 2</w:t>
      </w:r>
    </w:p>
    <w:p w14:paraId="1973D3E5" w14:textId="20A0CCDB" w:rsidR="00B24BB1" w:rsidRPr="003C4483" w:rsidRDefault="00266A4E" w:rsidP="00266A4E">
      <w:pPr>
        <w:pStyle w:val="Heading4"/>
      </w:pPr>
      <w:r>
        <w:t>Questions:</w:t>
      </w:r>
    </w:p>
    <w:p w14:paraId="73105AF2" w14:textId="77777777" w:rsidR="00266A4E" w:rsidRDefault="00B24BB1" w:rsidP="00266A4E">
      <w:pPr>
        <w:pStyle w:val="BodyTextL50"/>
        <w:spacing w:before="0"/>
      </w:pPr>
      <w:r>
        <w:t>What was the inside local address of PC-B translated to?</w:t>
      </w:r>
    </w:p>
    <w:p w14:paraId="1ED3E7BA" w14:textId="77777777" w:rsidR="00266A4E" w:rsidRDefault="00266A4E" w:rsidP="00266A4E">
      <w:pPr>
        <w:pStyle w:val="AnswerLineL50"/>
      </w:pPr>
      <w:r>
        <w:t>Type your answers here.</w:t>
      </w:r>
    </w:p>
    <w:p w14:paraId="04FACE1C" w14:textId="77777777" w:rsidR="00266A4E" w:rsidRDefault="00B24BB1" w:rsidP="00266A4E">
      <w:pPr>
        <w:pStyle w:val="BodyTextL50"/>
      </w:pPr>
      <w:r>
        <w:t>What type of NAT address is the translated address?</w:t>
      </w:r>
    </w:p>
    <w:p w14:paraId="0603CCFC" w14:textId="77777777" w:rsidR="00266A4E" w:rsidRDefault="00266A4E" w:rsidP="00266A4E">
      <w:pPr>
        <w:pStyle w:val="AnswerLineL50"/>
      </w:pPr>
      <w:r>
        <w:t>Type your answers here.</w:t>
      </w:r>
    </w:p>
    <w:p w14:paraId="60649514" w14:textId="3ED3309A" w:rsidR="00B24BB1" w:rsidRPr="003C4483" w:rsidRDefault="00B24BB1" w:rsidP="00B24BB1">
      <w:pPr>
        <w:pStyle w:val="SubStepAlpha"/>
      </w:pPr>
      <w:r>
        <w:t>From PC-A, ping the Lo1 interface (</w:t>
      </w:r>
      <w:r w:rsidRPr="00D861D0">
        <w:rPr>
          <w:b/>
        </w:rPr>
        <w:t>209.165.200.1</w:t>
      </w:r>
      <w:r>
        <w:t>) on R2.</w:t>
      </w:r>
      <w:r w:rsidRPr="003C4483">
        <w:t xml:space="preserve"> </w:t>
      </w:r>
      <w:r>
        <w:t xml:space="preserve">If the ping was unsuccessful, troubleshoot and correct the issues. 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rPr>
          <w:b/>
          <w:bCs/>
        </w:rPr>
        <w:t>.</w:t>
      </w:r>
    </w:p>
    <w:p w14:paraId="0DB81A8D" w14:textId="77777777" w:rsidR="00B24BB1" w:rsidRPr="00266A4E" w:rsidRDefault="00B24BB1" w:rsidP="00266A4E">
      <w:pPr>
        <w:pStyle w:val="CMD"/>
      </w:pPr>
      <w:r w:rsidRPr="00266A4E">
        <w:t>R1#</w:t>
      </w:r>
      <w:r w:rsidRPr="00266A4E">
        <w:rPr>
          <w:b/>
        </w:rPr>
        <w:t xml:space="preserve"> show </w:t>
      </w:r>
      <w:proofErr w:type="spellStart"/>
      <w:r w:rsidRPr="00266A4E">
        <w:rPr>
          <w:b/>
        </w:rPr>
        <w:t>ip</w:t>
      </w:r>
      <w:proofErr w:type="spellEnd"/>
      <w:r w:rsidRPr="00266A4E">
        <w:rPr>
          <w:b/>
        </w:rPr>
        <w:t xml:space="preserve"> </w:t>
      </w:r>
      <w:proofErr w:type="spellStart"/>
      <w:r w:rsidRPr="00266A4E">
        <w:rPr>
          <w:b/>
        </w:rPr>
        <w:t>nat</w:t>
      </w:r>
      <w:proofErr w:type="spellEnd"/>
      <w:r w:rsidRPr="00266A4E">
        <w:rPr>
          <w:b/>
        </w:rPr>
        <w:t xml:space="preserve"> translations</w:t>
      </w:r>
    </w:p>
    <w:p w14:paraId="6ADF577B" w14:textId="77777777" w:rsidR="00B24BB1" w:rsidRPr="003C4483" w:rsidRDefault="00B24BB1" w:rsidP="00266A4E">
      <w:pPr>
        <w:pStyle w:val="CMDOutput"/>
      </w:pPr>
      <w:proofErr w:type="gramStart"/>
      <w:r w:rsidRPr="003C4483">
        <w:t>Pro  Inside</w:t>
      </w:r>
      <w:proofErr w:type="gramEnd"/>
      <w:r w:rsidRPr="003C4483">
        <w:t xml:space="preserve"> global         Inside local          Outside local         Outside global</w:t>
      </w:r>
    </w:p>
    <w:p w14:paraId="152BF5BC" w14:textId="77777777" w:rsidR="00B24BB1" w:rsidRPr="003C4483" w:rsidRDefault="00B24BB1" w:rsidP="00266A4E">
      <w:pPr>
        <w:pStyle w:val="CMDOutput"/>
      </w:pPr>
      <w:proofErr w:type="gramStart"/>
      <w:r w:rsidRPr="003C4483">
        <w:t>---  209.165.200.227</w:t>
      </w:r>
      <w:proofErr w:type="gramEnd"/>
      <w:r w:rsidRPr="003C4483">
        <w:t xml:space="preserve">       192.168.1.2           ---                   ---</w:t>
      </w:r>
    </w:p>
    <w:p w14:paraId="527EDE13" w14:textId="77777777" w:rsidR="00B24BB1" w:rsidRPr="003C4483" w:rsidRDefault="00B24BB1" w:rsidP="00266A4E">
      <w:pPr>
        <w:pStyle w:val="CMDOutput"/>
      </w:pPr>
      <w:proofErr w:type="gramStart"/>
      <w:r w:rsidRPr="003C4483">
        <w:t>---  209.165.200.226</w:t>
      </w:r>
      <w:proofErr w:type="gramEnd"/>
      <w:r w:rsidRPr="003C4483">
        <w:t xml:space="preserve">       192.168.1.3           ---                   ---</w:t>
      </w:r>
    </w:p>
    <w:p w14:paraId="681A6241" w14:textId="02893EA2" w:rsidR="00B24BB1" w:rsidRDefault="00B24BB1" w:rsidP="00266A4E">
      <w:pPr>
        <w:pStyle w:val="CMDOutput"/>
      </w:pPr>
      <w:proofErr w:type="spellStart"/>
      <w:r w:rsidRPr="003C4483">
        <w:t>icmp</w:t>
      </w:r>
      <w:proofErr w:type="spellEnd"/>
      <w:r w:rsidRPr="003C4483">
        <w:t xml:space="preserve"> 209.165.200.227:1     192.168.1.2:1         209.165.200.1:1       209.165.200.1:1</w:t>
      </w:r>
    </w:p>
    <w:p w14:paraId="0506E0E5" w14:textId="3AA0B3FD" w:rsidR="00D861D0" w:rsidRPr="003C4483" w:rsidRDefault="00D861D0" w:rsidP="00D861D0">
      <w:pPr>
        <w:pStyle w:val="CMDOutput"/>
      </w:pPr>
      <w:proofErr w:type="spellStart"/>
      <w:r w:rsidRPr="003C4483">
        <w:t>icmp</w:t>
      </w:r>
      <w:proofErr w:type="spellEnd"/>
      <w:r w:rsidRPr="003C4483">
        <w:t xml:space="preserve"> 209.165.200.22</w:t>
      </w:r>
      <w:r>
        <w:t>6</w:t>
      </w:r>
      <w:r w:rsidRPr="003C4483">
        <w:t>:1     192.168.1.</w:t>
      </w:r>
      <w:r w:rsidR="00BA7D70">
        <w:t>3</w:t>
      </w:r>
      <w:r w:rsidRPr="003C4483">
        <w:t>:1         209.165.200.1:1       209.165.200.1:1</w:t>
      </w:r>
    </w:p>
    <w:p w14:paraId="57385245" w14:textId="5BE00B98" w:rsidR="00B24BB1" w:rsidRPr="003C4483" w:rsidRDefault="00B24BB1" w:rsidP="00266A4E">
      <w:pPr>
        <w:pStyle w:val="CMDOutput"/>
      </w:pPr>
      <w:r w:rsidRPr="003C4483">
        <w:t xml:space="preserve">Total number of translations: </w:t>
      </w:r>
      <w:r w:rsidR="00D861D0">
        <w:t>4</w:t>
      </w:r>
    </w:p>
    <w:p w14:paraId="237B3111" w14:textId="11C32C3C" w:rsidR="00B24BB1" w:rsidRPr="003C4483" w:rsidRDefault="00B24BB1" w:rsidP="00B24BB1">
      <w:pPr>
        <w:pStyle w:val="SubStepAlpha"/>
      </w:pPr>
      <w:r>
        <w:t>Notice that the previous translation for PC-B is still in the table. From S1, ping the Lo1 interface (</w:t>
      </w:r>
      <w:r w:rsidRPr="00D861D0">
        <w:rPr>
          <w:b/>
        </w:rPr>
        <w:t>209.165.200.1</w:t>
      </w:r>
      <w:r>
        <w:t xml:space="preserve">) on R2. If the ping was unsuccessful, troubleshoot and correct the issues. 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rsidRPr="0010072F">
        <w:rPr>
          <w:bCs/>
        </w:rPr>
        <w:t>.</w:t>
      </w:r>
    </w:p>
    <w:p w14:paraId="48160BAD" w14:textId="77777777" w:rsidR="00B24BB1" w:rsidRPr="00266A4E" w:rsidRDefault="00B24BB1" w:rsidP="00266A4E">
      <w:pPr>
        <w:pStyle w:val="CMD"/>
      </w:pPr>
      <w:r w:rsidRPr="00266A4E">
        <w:t xml:space="preserve">R1# </w:t>
      </w:r>
      <w:r w:rsidRPr="00266A4E">
        <w:rPr>
          <w:b/>
        </w:rPr>
        <w:t xml:space="preserve">show </w:t>
      </w:r>
      <w:proofErr w:type="spellStart"/>
      <w:r w:rsidRPr="00266A4E">
        <w:rPr>
          <w:b/>
        </w:rPr>
        <w:t>ip</w:t>
      </w:r>
      <w:proofErr w:type="spellEnd"/>
      <w:r w:rsidRPr="00266A4E">
        <w:rPr>
          <w:b/>
        </w:rPr>
        <w:t xml:space="preserve"> </w:t>
      </w:r>
      <w:proofErr w:type="spellStart"/>
      <w:r w:rsidRPr="00266A4E">
        <w:rPr>
          <w:b/>
        </w:rPr>
        <w:t>nat</w:t>
      </w:r>
      <w:proofErr w:type="spellEnd"/>
      <w:r w:rsidRPr="00266A4E">
        <w:rPr>
          <w:b/>
        </w:rPr>
        <w:t xml:space="preserve"> translations</w:t>
      </w:r>
    </w:p>
    <w:p w14:paraId="10CAD606" w14:textId="77777777" w:rsidR="00B24BB1" w:rsidRPr="003C4483" w:rsidRDefault="00B24BB1" w:rsidP="00266A4E">
      <w:pPr>
        <w:pStyle w:val="CMDOutput"/>
      </w:pPr>
      <w:proofErr w:type="gramStart"/>
      <w:r w:rsidRPr="003C4483">
        <w:t>Pro  Inside</w:t>
      </w:r>
      <w:proofErr w:type="gramEnd"/>
      <w:r w:rsidRPr="003C4483">
        <w:t xml:space="preserve"> global         Inside local          Outside local         Outside global</w:t>
      </w:r>
    </w:p>
    <w:p w14:paraId="5081666A" w14:textId="77777777" w:rsidR="00B24BB1" w:rsidRPr="003C4483" w:rsidRDefault="00B24BB1" w:rsidP="00266A4E">
      <w:pPr>
        <w:pStyle w:val="CMDOutput"/>
      </w:pPr>
      <w:proofErr w:type="gramStart"/>
      <w:r w:rsidRPr="003C4483">
        <w:t>---  209.165.200.227</w:t>
      </w:r>
      <w:proofErr w:type="gramEnd"/>
      <w:r w:rsidRPr="003C4483">
        <w:t xml:space="preserve">       192.168.1.2           ---                   ---</w:t>
      </w:r>
    </w:p>
    <w:p w14:paraId="0F42E03B" w14:textId="77777777" w:rsidR="00B24BB1" w:rsidRPr="003C4483" w:rsidRDefault="00B24BB1" w:rsidP="00266A4E">
      <w:pPr>
        <w:pStyle w:val="CMDOutput"/>
      </w:pPr>
      <w:proofErr w:type="gramStart"/>
      <w:r w:rsidRPr="003C4483">
        <w:t>---  209.165.200.226</w:t>
      </w:r>
      <w:proofErr w:type="gramEnd"/>
      <w:r w:rsidRPr="003C4483">
        <w:t xml:space="preserve">       192.168.1.3           ---                   ---</w:t>
      </w:r>
    </w:p>
    <w:p w14:paraId="13A0E43E" w14:textId="77777777" w:rsidR="00B24BB1" w:rsidRPr="003C4483" w:rsidRDefault="00B24BB1" w:rsidP="00266A4E">
      <w:pPr>
        <w:pStyle w:val="CMDOutput"/>
      </w:pPr>
      <w:proofErr w:type="gramStart"/>
      <w:r w:rsidRPr="003C4483">
        <w:t>---  209.165.200.228</w:t>
      </w:r>
      <w:proofErr w:type="gramEnd"/>
      <w:r w:rsidRPr="003C4483">
        <w:t xml:space="preserve">       192.168.1.11          ---                   ---</w:t>
      </w:r>
    </w:p>
    <w:p w14:paraId="0199ED4D" w14:textId="77777777" w:rsidR="00BA7D70" w:rsidRPr="003C4483" w:rsidRDefault="00BA7D70" w:rsidP="00BA7D70">
      <w:pPr>
        <w:pStyle w:val="CMDOutput"/>
      </w:pPr>
      <w:proofErr w:type="spellStart"/>
      <w:r w:rsidRPr="003C4483">
        <w:t>icmp</w:t>
      </w:r>
      <w:proofErr w:type="spellEnd"/>
      <w:r w:rsidRPr="003C4483">
        <w:t xml:space="preserve"> 209.165.200.22</w:t>
      </w:r>
      <w:r>
        <w:t>6</w:t>
      </w:r>
      <w:r w:rsidRPr="003C4483">
        <w:t>:1     192.168.1.</w:t>
      </w:r>
      <w:r>
        <w:t>3</w:t>
      </w:r>
      <w:r w:rsidRPr="003C4483">
        <w:t>:1         209.165.200.1:1       209.165.200.1:1</w:t>
      </w:r>
    </w:p>
    <w:p w14:paraId="1E60E9D4" w14:textId="77777777" w:rsidR="00B24BB1" w:rsidRPr="003C4483" w:rsidRDefault="00B24BB1" w:rsidP="00266A4E">
      <w:pPr>
        <w:pStyle w:val="CMDOutput"/>
      </w:pPr>
      <w:proofErr w:type="spellStart"/>
      <w:r w:rsidRPr="003C4483">
        <w:t>icmp</w:t>
      </w:r>
      <w:proofErr w:type="spellEnd"/>
      <w:r w:rsidRPr="003C4483">
        <w:t xml:space="preserve"> 209.165.200.228:0     192.168.1.11:0        209.165.200.1:0       209.165.200.1:0</w:t>
      </w:r>
    </w:p>
    <w:p w14:paraId="06F7328D" w14:textId="3EA67C02" w:rsidR="00B24BB1" w:rsidRPr="003C4483" w:rsidRDefault="00B24BB1" w:rsidP="00266A4E">
      <w:pPr>
        <w:pStyle w:val="CMDOutput"/>
      </w:pPr>
      <w:r w:rsidRPr="003C4483">
        <w:t xml:space="preserve">Total number of translations: </w:t>
      </w:r>
      <w:r w:rsidR="00BA7D70">
        <w:t>5</w:t>
      </w:r>
    </w:p>
    <w:p w14:paraId="545AF81B" w14:textId="77777777" w:rsidR="00B24BB1" w:rsidRDefault="00B24BB1" w:rsidP="00B24BB1">
      <w:pPr>
        <w:pStyle w:val="SubStepAlpha"/>
      </w:pPr>
      <w:r>
        <w:t>Now try and ping R2 Lo1 from S2. This time, the translations fail, and you get these messages (or similar) on the R1 console:</w:t>
      </w:r>
    </w:p>
    <w:p w14:paraId="40ECF615" w14:textId="77777777" w:rsidR="00B24BB1" w:rsidRPr="003F581A" w:rsidRDefault="00B24BB1" w:rsidP="00266A4E">
      <w:pPr>
        <w:pStyle w:val="CMDOutput"/>
      </w:pPr>
      <w:r w:rsidRPr="003F581A">
        <w:t xml:space="preserve">Sep 23 15:43:55.562: %IOSXE-6-PLATFORM: R0/0: </w:t>
      </w:r>
      <w:proofErr w:type="spellStart"/>
      <w:r w:rsidRPr="003F581A">
        <w:t>cpp_cp</w:t>
      </w:r>
      <w:proofErr w:type="spellEnd"/>
      <w:r w:rsidRPr="003F581A">
        <w:t>: QFP:0.0 Thread:000 TS:00000001473688385900 %NAT-6-ADDR_ALLOC_FAILURE: Address allocation failed; pool 1 may be exhausted [2]</w:t>
      </w:r>
    </w:p>
    <w:p w14:paraId="5DA94809" w14:textId="77777777" w:rsidR="00B24BB1" w:rsidRDefault="00B24BB1" w:rsidP="00266A4E">
      <w:pPr>
        <w:pStyle w:val="SubStepAlpha"/>
      </w:pPr>
      <w:r>
        <w:t xml:space="preserve">This is an expected result, because only 3 addresses are allocated, and we tried to ping Lo1 from four devices. Recall that NAT is a one-to-one translation. So how long are the translations allocated? Issue the command </w:t>
      </w:r>
      <w:r w:rsidRPr="0010072F">
        <w:rPr>
          <w:b/>
        </w:rPr>
        <w:t xml:space="preserve">show </w:t>
      </w:r>
      <w:proofErr w:type="spellStart"/>
      <w:r w:rsidRPr="0010072F">
        <w:rPr>
          <w:b/>
        </w:rPr>
        <w:t>ip</w:t>
      </w:r>
      <w:proofErr w:type="spellEnd"/>
      <w:r w:rsidRPr="0010072F">
        <w:rPr>
          <w:b/>
        </w:rPr>
        <w:t xml:space="preserve"> </w:t>
      </w:r>
      <w:proofErr w:type="spellStart"/>
      <w:r w:rsidRPr="0010072F">
        <w:rPr>
          <w:b/>
        </w:rPr>
        <w:t>nat</w:t>
      </w:r>
      <w:proofErr w:type="spellEnd"/>
      <w:r w:rsidRPr="0010072F">
        <w:rPr>
          <w:b/>
        </w:rPr>
        <w:t xml:space="preserve"> translations verbose</w:t>
      </w:r>
      <w:r>
        <w:t xml:space="preserve"> and you will see that the answer is for 24 hours.</w:t>
      </w:r>
    </w:p>
    <w:p w14:paraId="423D7B41" w14:textId="77777777" w:rsidR="00B24BB1" w:rsidRPr="00266A4E" w:rsidRDefault="00B24BB1" w:rsidP="00266A4E">
      <w:pPr>
        <w:pStyle w:val="CMD"/>
      </w:pPr>
      <w:r w:rsidRPr="00266A4E">
        <w:t xml:space="preserve">R1# </w:t>
      </w:r>
      <w:r w:rsidRPr="00266A4E">
        <w:rPr>
          <w:b/>
        </w:rPr>
        <w:t xml:space="preserve">show </w:t>
      </w:r>
      <w:proofErr w:type="spellStart"/>
      <w:r w:rsidRPr="00266A4E">
        <w:rPr>
          <w:b/>
        </w:rPr>
        <w:t>ip</w:t>
      </w:r>
      <w:proofErr w:type="spellEnd"/>
      <w:r w:rsidRPr="00266A4E">
        <w:rPr>
          <w:b/>
        </w:rPr>
        <w:t xml:space="preserve"> </w:t>
      </w:r>
      <w:proofErr w:type="spellStart"/>
      <w:r w:rsidRPr="00266A4E">
        <w:rPr>
          <w:b/>
        </w:rPr>
        <w:t>nat</w:t>
      </w:r>
      <w:proofErr w:type="spellEnd"/>
      <w:r w:rsidRPr="00266A4E">
        <w:rPr>
          <w:b/>
        </w:rPr>
        <w:t xml:space="preserve"> translations verbose</w:t>
      </w:r>
    </w:p>
    <w:p w14:paraId="4BAE3B5D" w14:textId="77777777" w:rsidR="00B24BB1" w:rsidRPr="003F581A" w:rsidRDefault="00B24BB1" w:rsidP="00266A4E">
      <w:pPr>
        <w:pStyle w:val="CMDOutput"/>
      </w:pPr>
      <w:proofErr w:type="gramStart"/>
      <w:r w:rsidRPr="003F581A">
        <w:t>Pro  Inside</w:t>
      </w:r>
      <w:proofErr w:type="gramEnd"/>
      <w:r w:rsidRPr="003F581A">
        <w:t xml:space="preserve"> global         Inside local          Outside local         Outside global</w:t>
      </w:r>
    </w:p>
    <w:p w14:paraId="762834F3" w14:textId="77777777" w:rsidR="00B24BB1" w:rsidRPr="003F581A" w:rsidRDefault="00B24BB1" w:rsidP="00266A4E">
      <w:pPr>
        <w:pStyle w:val="CMDOutput"/>
      </w:pPr>
      <w:proofErr w:type="gramStart"/>
      <w:r w:rsidRPr="003F581A">
        <w:t>---  209.165.200.226</w:t>
      </w:r>
      <w:proofErr w:type="gramEnd"/>
      <w:r w:rsidRPr="003F581A">
        <w:t xml:space="preserve">       192.168.1.3           ---                   ---</w:t>
      </w:r>
    </w:p>
    <w:p w14:paraId="7F844A21" w14:textId="77777777" w:rsidR="00B24BB1" w:rsidRPr="003F581A" w:rsidRDefault="00B24BB1" w:rsidP="00266A4E">
      <w:pPr>
        <w:pStyle w:val="CMDOutput"/>
      </w:pPr>
      <w:r w:rsidRPr="003F581A">
        <w:t xml:space="preserve">  create: 09/23/19 15:35:27, use: 09/23/19 15:35:27, </w:t>
      </w:r>
      <w:r w:rsidRPr="003F581A">
        <w:rPr>
          <w:highlight w:val="yellow"/>
        </w:rPr>
        <w:t>timeout: 23:56:42</w:t>
      </w:r>
    </w:p>
    <w:p w14:paraId="111CDDEF" w14:textId="77777777" w:rsidR="00B24BB1" w:rsidRPr="003F581A" w:rsidRDefault="00B24BB1" w:rsidP="00266A4E">
      <w:pPr>
        <w:pStyle w:val="CMDOutput"/>
      </w:pPr>
      <w:r w:rsidRPr="003F581A">
        <w:t xml:space="preserve">  Map-</w:t>
      </w:r>
      <w:proofErr w:type="gramStart"/>
      <w:r w:rsidRPr="003F581A">
        <w:t>Id(</w:t>
      </w:r>
      <w:proofErr w:type="gramEnd"/>
      <w:r w:rsidRPr="003F581A">
        <w:t>In): 1</w:t>
      </w:r>
    </w:p>
    <w:p w14:paraId="1B7ADCBD" w14:textId="77777777" w:rsidR="00B24BB1" w:rsidRPr="003F581A" w:rsidRDefault="00B24BB1" w:rsidP="00266A4E">
      <w:pPr>
        <w:pStyle w:val="CMDOutput"/>
      </w:pPr>
      <w:r>
        <w:t>&lt;output omitted&gt;</w:t>
      </w:r>
    </w:p>
    <w:p w14:paraId="5372FA01" w14:textId="77777777" w:rsidR="00B24BB1" w:rsidRDefault="00B24BB1" w:rsidP="00B24BB1">
      <w:pPr>
        <w:pStyle w:val="SubStepAlpha"/>
      </w:pPr>
      <w:r>
        <w:t>Given that the pool is limited to three addresses, NAT to a pool of addresses is not adequate for our application. Clear the NAT translations and statistics and we will move on to PAT.</w:t>
      </w:r>
    </w:p>
    <w:p w14:paraId="7CEDCCCE" w14:textId="77777777" w:rsidR="00B24BB1" w:rsidRPr="00266A4E" w:rsidRDefault="00B24BB1" w:rsidP="00266A4E">
      <w:pPr>
        <w:pStyle w:val="CMD"/>
      </w:pPr>
      <w:r w:rsidRPr="00266A4E">
        <w:t>R1#</w:t>
      </w:r>
      <w:r w:rsidRPr="00266A4E">
        <w:rPr>
          <w:b/>
        </w:rPr>
        <w:t xml:space="preserve"> clear </w:t>
      </w:r>
      <w:proofErr w:type="spellStart"/>
      <w:r w:rsidRPr="00266A4E">
        <w:rPr>
          <w:b/>
        </w:rPr>
        <w:t>ip</w:t>
      </w:r>
      <w:proofErr w:type="spellEnd"/>
      <w:r w:rsidRPr="00266A4E">
        <w:rPr>
          <w:b/>
        </w:rPr>
        <w:t xml:space="preserve"> </w:t>
      </w:r>
      <w:proofErr w:type="spellStart"/>
      <w:r w:rsidRPr="00266A4E">
        <w:rPr>
          <w:b/>
        </w:rPr>
        <w:t>nat</w:t>
      </w:r>
      <w:proofErr w:type="spellEnd"/>
      <w:r w:rsidRPr="00266A4E">
        <w:rPr>
          <w:b/>
        </w:rPr>
        <w:t xml:space="preserve"> translations *</w:t>
      </w:r>
    </w:p>
    <w:p w14:paraId="49D6EFE0" w14:textId="77777777" w:rsidR="00B24BB1" w:rsidRPr="00266A4E" w:rsidRDefault="00B24BB1" w:rsidP="00266A4E">
      <w:pPr>
        <w:pStyle w:val="CMD"/>
      </w:pPr>
      <w:r w:rsidRPr="00266A4E">
        <w:lastRenderedPageBreak/>
        <w:t xml:space="preserve">R1# </w:t>
      </w:r>
      <w:r w:rsidRPr="00266A4E">
        <w:rPr>
          <w:b/>
        </w:rPr>
        <w:t xml:space="preserve">clear </w:t>
      </w:r>
      <w:proofErr w:type="spellStart"/>
      <w:r w:rsidRPr="00266A4E">
        <w:rPr>
          <w:b/>
        </w:rPr>
        <w:t>ip</w:t>
      </w:r>
      <w:proofErr w:type="spellEnd"/>
      <w:r w:rsidRPr="00266A4E">
        <w:rPr>
          <w:b/>
        </w:rPr>
        <w:t xml:space="preserve"> </w:t>
      </w:r>
      <w:proofErr w:type="spellStart"/>
      <w:r w:rsidRPr="00266A4E">
        <w:rPr>
          <w:b/>
        </w:rPr>
        <w:t>nat</w:t>
      </w:r>
      <w:proofErr w:type="spellEnd"/>
      <w:r w:rsidRPr="00266A4E">
        <w:rPr>
          <w:b/>
        </w:rPr>
        <w:t xml:space="preserve"> statistics</w:t>
      </w:r>
    </w:p>
    <w:p w14:paraId="02136844" w14:textId="0A3CBF1B" w:rsidR="00F324AC" w:rsidRDefault="00F324AC" w:rsidP="00F324AC">
      <w:pPr>
        <w:pStyle w:val="ConfigWindow"/>
      </w:pPr>
      <w:r>
        <w:t>Close</w:t>
      </w:r>
      <w:r w:rsidRPr="00F324AC">
        <w:t xml:space="preserve"> configuration window</w:t>
      </w:r>
    </w:p>
    <w:p w14:paraId="55BD33B9" w14:textId="436B2FBE" w:rsidR="00B24BB1" w:rsidRDefault="00B24BB1" w:rsidP="00F324AC">
      <w:pPr>
        <w:pStyle w:val="Heading2"/>
        <w:spacing w:before="120"/>
      </w:pPr>
      <w:r>
        <w:t>Configure and verify PAT for IPv4</w:t>
      </w:r>
    </w:p>
    <w:p w14:paraId="567627C2" w14:textId="77777777" w:rsidR="00B24BB1" w:rsidRDefault="00B24BB1" w:rsidP="00B24BB1">
      <w:pPr>
        <w:pStyle w:val="BodyTextL25"/>
      </w:pPr>
      <w:r>
        <w:t>In Part 3, you will configure replace NAT with PAT to a pool of addresses, and then with PAT using an interface.</w:t>
      </w:r>
    </w:p>
    <w:p w14:paraId="0DE0185E" w14:textId="706D8AE3" w:rsidR="00B24BB1" w:rsidRDefault="00B24BB1" w:rsidP="00266A4E">
      <w:pPr>
        <w:pStyle w:val="Heading3"/>
      </w:pPr>
      <w:r>
        <w:t>Remove the translation command on R1.</w:t>
      </w:r>
    </w:p>
    <w:p w14:paraId="35761A28" w14:textId="6BDA4313" w:rsidR="00F324AC" w:rsidRPr="00F324AC" w:rsidRDefault="00F324AC" w:rsidP="00F324AC">
      <w:pPr>
        <w:pStyle w:val="ConfigWindow"/>
      </w:pPr>
      <w:r w:rsidRPr="00F324AC">
        <w:t>Open configuration window</w:t>
      </w:r>
    </w:p>
    <w:p w14:paraId="69138E49" w14:textId="77777777" w:rsidR="00B24BB1" w:rsidRDefault="00B24BB1" w:rsidP="00F324AC">
      <w:pPr>
        <w:pStyle w:val="SubStepAlpha"/>
        <w:numPr>
          <w:ilvl w:val="0"/>
          <w:numId w:val="0"/>
        </w:numPr>
        <w:spacing w:before="0"/>
        <w:ind w:left="360"/>
      </w:pPr>
      <w:r>
        <w:t>The components of an Address Translation configuration are basically the same; something (an access-list) to identify addresses eligible to be translated, an optionally configured pool of addresses to translate them to, and the commands necessary to identify the inside and outside interfaces. From Part 1, our access-list (access-list 1) is still correct for the network scenario, so there is no need to recreate it. We are going to use the same pool of addresses, so there is no need to recreate that configuration either. Also, the inside and outside interfaces are not changing. To get started in Part 3, remove the command that ties the ACL and pool together.</w:t>
      </w:r>
    </w:p>
    <w:p w14:paraId="2E4672F1" w14:textId="77777777" w:rsidR="00B24BB1" w:rsidRPr="00266A4E" w:rsidRDefault="00B24BB1" w:rsidP="00266A4E">
      <w:pPr>
        <w:pStyle w:val="CMD"/>
      </w:pPr>
      <w:r w:rsidRPr="00266A4E">
        <w:t xml:space="preserve">R1(config)# </w:t>
      </w:r>
      <w:r w:rsidRPr="00266A4E">
        <w:rPr>
          <w:b/>
        </w:rPr>
        <w:t xml:space="preserve">no </w:t>
      </w:r>
      <w:proofErr w:type="spellStart"/>
      <w:r w:rsidRPr="00266A4E">
        <w:rPr>
          <w:b/>
        </w:rPr>
        <w:t>ip</w:t>
      </w:r>
      <w:proofErr w:type="spellEnd"/>
      <w:r w:rsidRPr="00266A4E">
        <w:rPr>
          <w:b/>
        </w:rPr>
        <w:t xml:space="preserve"> </w:t>
      </w:r>
      <w:proofErr w:type="spellStart"/>
      <w:r w:rsidRPr="00266A4E">
        <w:rPr>
          <w:b/>
        </w:rPr>
        <w:t>nat</w:t>
      </w:r>
      <w:proofErr w:type="spellEnd"/>
      <w:r w:rsidRPr="00266A4E">
        <w:rPr>
          <w:b/>
        </w:rPr>
        <w:t xml:space="preserve"> inside source list 1 pool PUBLIC_ACCESS</w:t>
      </w:r>
    </w:p>
    <w:p w14:paraId="5FB45B05" w14:textId="77777777" w:rsidR="00B24BB1" w:rsidRDefault="00B24BB1" w:rsidP="00B24BB1">
      <w:pPr>
        <w:pStyle w:val="Heading3"/>
      </w:pPr>
      <w:r>
        <w:t>Add the PAT command on R1.</w:t>
      </w:r>
    </w:p>
    <w:p w14:paraId="2514B5FF" w14:textId="77777777" w:rsidR="00B24BB1" w:rsidRDefault="00B24BB1" w:rsidP="00B24BB1">
      <w:pPr>
        <w:pStyle w:val="BodyTextL25"/>
      </w:pPr>
      <w:r>
        <w:t>Now, configure for PAT translation to a pool of addresses (remember, the ACL and Pool are already configured, so this is the only command we need to change from NAT to PAT).</w:t>
      </w:r>
    </w:p>
    <w:p w14:paraId="2696AFAF" w14:textId="77777777" w:rsidR="00B24BB1" w:rsidRPr="00266A4E" w:rsidRDefault="00B24BB1" w:rsidP="004C179C">
      <w:pPr>
        <w:pStyle w:val="CMD"/>
      </w:pPr>
      <w:r w:rsidRPr="00266A4E">
        <w:t xml:space="preserve">R1(config)# </w:t>
      </w:r>
      <w:proofErr w:type="spellStart"/>
      <w:r w:rsidRPr="004C179C">
        <w:rPr>
          <w:b/>
        </w:rPr>
        <w:t>ip</w:t>
      </w:r>
      <w:proofErr w:type="spellEnd"/>
      <w:r w:rsidRPr="004C179C">
        <w:rPr>
          <w:b/>
        </w:rPr>
        <w:t xml:space="preserve"> </w:t>
      </w:r>
      <w:proofErr w:type="spellStart"/>
      <w:r w:rsidRPr="004C179C">
        <w:rPr>
          <w:b/>
        </w:rPr>
        <w:t>nat</w:t>
      </w:r>
      <w:proofErr w:type="spellEnd"/>
      <w:r w:rsidRPr="004C179C">
        <w:rPr>
          <w:b/>
        </w:rPr>
        <w:t xml:space="preserve"> inside source list 1 pool PUBLIC_ACCESS overload</w:t>
      </w:r>
    </w:p>
    <w:p w14:paraId="7DDEA151" w14:textId="77777777" w:rsidR="00B24BB1" w:rsidRDefault="00B24BB1" w:rsidP="00B24BB1">
      <w:pPr>
        <w:pStyle w:val="Heading3"/>
      </w:pPr>
      <w:r>
        <w:t>Test and Verify the configuration.</w:t>
      </w:r>
    </w:p>
    <w:p w14:paraId="60DF8AF9" w14:textId="77777777" w:rsidR="00B24BB1" w:rsidRDefault="00B24BB1" w:rsidP="00B24BB1">
      <w:pPr>
        <w:pStyle w:val="SubStepAlpha"/>
      </w:pPr>
      <w:r>
        <w:t xml:space="preserve">Let’s verify PAT is working. From PC-B, ping the Lo1 interface (209.165.200.1) on R2. If the ping was unsuccessful, troubleshoot and correct the issues. 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rPr>
          <w:b/>
          <w:bCs/>
        </w:rPr>
        <w:t>.</w:t>
      </w:r>
    </w:p>
    <w:p w14:paraId="7AE357AF" w14:textId="77777777" w:rsidR="00B24BB1" w:rsidRPr="00E91C09" w:rsidRDefault="00B24BB1" w:rsidP="00B24BB1">
      <w:pPr>
        <w:pStyle w:val="CMD"/>
        <w:rPr>
          <w:sz w:val="18"/>
          <w:szCs w:val="20"/>
        </w:rPr>
      </w:pPr>
      <w:r w:rsidRPr="00E91C09">
        <w:rPr>
          <w:sz w:val="18"/>
          <w:szCs w:val="20"/>
        </w:rPr>
        <w:t xml:space="preserve">R1# </w:t>
      </w:r>
      <w:r w:rsidRPr="00E91C09">
        <w:rPr>
          <w:b/>
          <w:bCs/>
          <w:sz w:val="18"/>
          <w:szCs w:val="20"/>
        </w:rPr>
        <w:t xml:space="preserve">show </w:t>
      </w:r>
      <w:proofErr w:type="spellStart"/>
      <w:r w:rsidRPr="00E91C09">
        <w:rPr>
          <w:b/>
          <w:bCs/>
          <w:sz w:val="18"/>
          <w:szCs w:val="20"/>
        </w:rPr>
        <w:t>ip</w:t>
      </w:r>
      <w:proofErr w:type="spellEnd"/>
      <w:r w:rsidRPr="00E91C09">
        <w:rPr>
          <w:b/>
          <w:bCs/>
          <w:sz w:val="18"/>
          <w:szCs w:val="20"/>
        </w:rPr>
        <w:t xml:space="preserve"> </w:t>
      </w:r>
      <w:proofErr w:type="spellStart"/>
      <w:r w:rsidRPr="00E91C09">
        <w:rPr>
          <w:b/>
          <w:bCs/>
          <w:sz w:val="18"/>
          <w:szCs w:val="20"/>
        </w:rPr>
        <w:t>nat</w:t>
      </w:r>
      <w:proofErr w:type="spellEnd"/>
      <w:r w:rsidRPr="00E91C09">
        <w:rPr>
          <w:b/>
          <w:bCs/>
          <w:sz w:val="18"/>
          <w:szCs w:val="20"/>
        </w:rPr>
        <w:t xml:space="preserve"> translations</w:t>
      </w:r>
    </w:p>
    <w:p w14:paraId="7EA7BD9F" w14:textId="77777777" w:rsidR="00B24BB1" w:rsidRPr="00E91C09" w:rsidRDefault="00B24BB1" w:rsidP="00B24BB1">
      <w:pPr>
        <w:pStyle w:val="CMD"/>
        <w:rPr>
          <w:sz w:val="18"/>
          <w:szCs w:val="20"/>
        </w:rPr>
      </w:pPr>
      <w:proofErr w:type="gramStart"/>
      <w:r w:rsidRPr="00E91C09">
        <w:rPr>
          <w:sz w:val="18"/>
          <w:szCs w:val="20"/>
        </w:rPr>
        <w:t>Pro  Inside</w:t>
      </w:r>
      <w:proofErr w:type="gramEnd"/>
      <w:r w:rsidRPr="00E91C09">
        <w:rPr>
          <w:sz w:val="18"/>
          <w:szCs w:val="20"/>
        </w:rPr>
        <w:t xml:space="preserve"> global         Inside local          Outside local         Outside global</w:t>
      </w:r>
    </w:p>
    <w:p w14:paraId="04227015" w14:textId="77777777" w:rsidR="00B24BB1" w:rsidRPr="00E91C09" w:rsidRDefault="00B24BB1" w:rsidP="00B24BB1">
      <w:pPr>
        <w:pStyle w:val="CMD"/>
        <w:rPr>
          <w:sz w:val="18"/>
          <w:szCs w:val="20"/>
        </w:rPr>
      </w:pPr>
      <w:proofErr w:type="spellStart"/>
      <w:r w:rsidRPr="00E91C09">
        <w:rPr>
          <w:sz w:val="18"/>
          <w:szCs w:val="20"/>
        </w:rPr>
        <w:t>icmp</w:t>
      </w:r>
      <w:proofErr w:type="spellEnd"/>
      <w:r w:rsidRPr="00E91C09">
        <w:rPr>
          <w:sz w:val="18"/>
          <w:szCs w:val="20"/>
        </w:rPr>
        <w:t xml:space="preserve"> 209.165.200.226:1     192.168.1.3:1         209.165.200.1:1       209.165.200.1:1</w:t>
      </w:r>
    </w:p>
    <w:p w14:paraId="383277B9" w14:textId="77777777" w:rsidR="00B24BB1" w:rsidRPr="003C4483" w:rsidRDefault="00B24BB1" w:rsidP="00B24BB1">
      <w:pPr>
        <w:pStyle w:val="CMD"/>
        <w:rPr>
          <w:sz w:val="18"/>
          <w:szCs w:val="20"/>
        </w:rPr>
      </w:pPr>
      <w:r w:rsidRPr="00E91C09">
        <w:rPr>
          <w:sz w:val="18"/>
          <w:szCs w:val="20"/>
        </w:rPr>
        <w:t>Total number of translations: 1</w:t>
      </w:r>
      <w:r w:rsidRPr="003C4483">
        <w:rPr>
          <w:sz w:val="18"/>
          <w:szCs w:val="20"/>
        </w:rPr>
        <w:t>#</w:t>
      </w:r>
    </w:p>
    <w:p w14:paraId="431D266D" w14:textId="5057FCE9" w:rsidR="00266A4E" w:rsidRDefault="00266A4E" w:rsidP="00266A4E">
      <w:pPr>
        <w:pStyle w:val="Heading4"/>
      </w:pPr>
      <w:r>
        <w:t>Questions:</w:t>
      </w:r>
    </w:p>
    <w:p w14:paraId="321E7D5F" w14:textId="77777777" w:rsidR="00266A4E" w:rsidRDefault="00B24BB1" w:rsidP="00266A4E">
      <w:pPr>
        <w:pStyle w:val="BodyTextL50"/>
        <w:spacing w:before="0"/>
      </w:pPr>
      <w:r>
        <w:t>What was the inside local address of PC-B translated to?</w:t>
      </w:r>
    </w:p>
    <w:p w14:paraId="0CD40BDB" w14:textId="77777777" w:rsidR="00266A4E" w:rsidRDefault="00266A4E" w:rsidP="00266A4E">
      <w:pPr>
        <w:pStyle w:val="AnswerLineL50"/>
      </w:pPr>
      <w:r>
        <w:t>Type your answers here.</w:t>
      </w:r>
    </w:p>
    <w:p w14:paraId="530BD8DC" w14:textId="77777777" w:rsidR="00266A4E" w:rsidRDefault="00B24BB1" w:rsidP="00266A4E">
      <w:pPr>
        <w:pStyle w:val="BodyTextL50"/>
      </w:pPr>
      <w:r>
        <w:t>What type of NAT address is the translated address?</w:t>
      </w:r>
    </w:p>
    <w:p w14:paraId="10A43F6C" w14:textId="77777777" w:rsidR="00266A4E" w:rsidRDefault="00266A4E" w:rsidP="00266A4E">
      <w:pPr>
        <w:pStyle w:val="AnswerLineL50"/>
      </w:pPr>
      <w:r>
        <w:t>Type your answers here.</w:t>
      </w:r>
    </w:p>
    <w:p w14:paraId="325F5217" w14:textId="77777777" w:rsidR="00B24BB1" w:rsidRDefault="00B24BB1" w:rsidP="00266A4E">
      <w:pPr>
        <w:pStyle w:val="BodyTextL50"/>
      </w:pPr>
      <w:r>
        <w:t xml:space="preserve">What is different about the output of the </w:t>
      </w:r>
      <w:r w:rsidRPr="00E91C09">
        <w:rPr>
          <w:b/>
          <w:bCs/>
        </w:rPr>
        <w:t xml:space="preserve">show </w:t>
      </w:r>
      <w:proofErr w:type="spellStart"/>
      <w:r w:rsidRPr="00E91C09">
        <w:rPr>
          <w:b/>
          <w:bCs/>
        </w:rPr>
        <w:t>ip</w:t>
      </w:r>
      <w:proofErr w:type="spellEnd"/>
      <w:r w:rsidRPr="00E91C09">
        <w:rPr>
          <w:b/>
          <w:bCs/>
        </w:rPr>
        <w:t xml:space="preserve"> </w:t>
      </w:r>
      <w:proofErr w:type="spellStart"/>
      <w:r w:rsidRPr="00E91C09">
        <w:rPr>
          <w:b/>
          <w:bCs/>
        </w:rPr>
        <w:t>nat</w:t>
      </w:r>
      <w:proofErr w:type="spellEnd"/>
      <w:r w:rsidRPr="00E91C09">
        <w:rPr>
          <w:b/>
          <w:bCs/>
        </w:rPr>
        <w:t xml:space="preserve"> translations</w:t>
      </w:r>
      <w:r>
        <w:t xml:space="preserve"> command from the NAT exercise?</w:t>
      </w:r>
    </w:p>
    <w:p w14:paraId="4FCC532F" w14:textId="77777777" w:rsidR="00EA4AD6" w:rsidRDefault="00EA4AD6" w:rsidP="00EA4AD6">
      <w:pPr>
        <w:pStyle w:val="AnswerLineL50"/>
      </w:pPr>
      <w:r>
        <w:t>Type your answers here.</w:t>
      </w:r>
    </w:p>
    <w:p w14:paraId="2AD2347C" w14:textId="5DB06A9C" w:rsidR="00B24BB1" w:rsidRPr="003C4483" w:rsidRDefault="00B24BB1" w:rsidP="00B24BB1">
      <w:pPr>
        <w:pStyle w:val="SubStepAlpha"/>
      </w:pPr>
      <w:bookmarkStart w:id="0" w:name="_GoBack"/>
      <w:bookmarkEnd w:id="0"/>
      <w:r>
        <w:t xml:space="preserve">From PC-A, ping the Lo1 interface (209.165.200.1) on R2. If the ping was unsuccessful, troubleshoot and correct the issues. 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rPr>
          <w:b/>
          <w:bCs/>
        </w:rPr>
        <w:t>.</w:t>
      </w:r>
    </w:p>
    <w:p w14:paraId="5D3439B5" w14:textId="77777777" w:rsidR="00B24BB1" w:rsidRPr="00EA4AD6" w:rsidRDefault="00B24BB1" w:rsidP="00EA4AD6">
      <w:pPr>
        <w:pStyle w:val="CMD"/>
      </w:pPr>
      <w:r w:rsidRPr="00EA4AD6">
        <w:t xml:space="preserve">R1# </w:t>
      </w:r>
      <w:r w:rsidRPr="00EA4AD6">
        <w:rPr>
          <w:b/>
        </w:rPr>
        <w:t xml:space="preserve">show </w:t>
      </w:r>
      <w:proofErr w:type="spellStart"/>
      <w:r w:rsidRPr="00EA4AD6">
        <w:rPr>
          <w:b/>
        </w:rPr>
        <w:t>ip</w:t>
      </w:r>
      <w:proofErr w:type="spellEnd"/>
      <w:r w:rsidRPr="00EA4AD6">
        <w:rPr>
          <w:b/>
        </w:rPr>
        <w:t xml:space="preserve"> </w:t>
      </w:r>
      <w:proofErr w:type="spellStart"/>
      <w:r w:rsidRPr="00EA4AD6">
        <w:rPr>
          <w:b/>
        </w:rPr>
        <w:t>nat</w:t>
      </w:r>
      <w:proofErr w:type="spellEnd"/>
      <w:r w:rsidRPr="00EA4AD6">
        <w:rPr>
          <w:b/>
        </w:rPr>
        <w:t xml:space="preserve"> translations</w:t>
      </w:r>
    </w:p>
    <w:p w14:paraId="3796CB97" w14:textId="77777777" w:rsidR="00B24BB1" w:rsidRPr="00EA4AD6" w:rsidRDefault="00B24BB1" w:rsidP="00EA4AD6">
      <w:pPr>
        <w:pStyle w:val="CMDOutput"/>
      </w:pPr>
      <w:proofErr w:type="gramStart"/>
      <w:r w:rsidRPr="00EA4AD6">
        <w:t>Pro  Inside</w:t>
      </w:r>
      <w:proofErr w:type="gramEnd"/>
      <w:r w:rsidRPr="00EA4AD6">
        <w:t xml:space="preserve"> global         Inside local          Outside local         Outside global</w:t>
      </w:r>
    </w:p>
    <w:p w14:paraId="2F0D3CD8" w14:textId="77777777" w:rsidR="00B24BB1" w:rsidRPr="00EA4AD6" w:rsidRDefault="00B24BB1" w:rsidP="00EA4AD6">
      <w:pPr>
        <w:pStyle w:val="CMDOutput"/>
      </w:pPr>
      <w:proofErr w:type="spellStart"/>
      <w:r w:rsidRPr="00EA4AD6">
        <w:t>icmp</w:t>
      </w:r>
      <w:proofErr w:type="spellEnd"/>
      <w:r w:rsidRPr="00EA4AD6">
        <w:t xml:space="preserve"> 209.165.200.226:1     192.168.1.2:1         209.165.200.1:1       209.165.200.1:1</w:t>
      </w:r>
    </w:p>
    <w:p w14:paraId="29E3EDE8" w14:textId="77777777" w:rsidR="00B24BB1" w:rsidRPr="00EA4AD6" w:rsidRDefault="00B24BB1" w:rsidP="00EA4AD6">
      <w:pPr>
        <w:pStyle w:val="CMDOutput"/>
      </w:pPr>
      <w:r w:rsidRPr="00EA4AD6">
        <w:t>Total number of translations: 1</w:t>
      </w:r>
    </w:p>
    <w:p w14:paraId="06BD9499" w14:textId="77777777" w:rsidR="00B24BB1" w:rsidRPr="00EA4AD6" w:rsidRDefault="00B24BB1" w:rsidP="00EA4AD6">
      <w:pPr>
        <w:pStyle w:val="BodyTextL50"/>
      </w:pPr>
      <w:r w:rsidRPr="00EA4AD6">
        <w:t xml:space="preserve">Notice that there is only one translation again. Send the ping once more, and quickly go back to the router and issue the command </w:t>
      </w:r>
      <w:r w:rsidRPr="00EA4AD6">
        <w:rPr>
          <w:b/>
        </w:rPr>
        <w:t xml:space="preserve">show </w:t>
      </w:r>
      <w:proofErr w:type="spellStart"/>
      <w:r w:rsidRPr="00EA4AD6">
        <w:rPr>
          <w:b/>
        </w:rPr>
        <w:t>ip</w:t>
      </w:r>
      <w:proofErr w:type="spellEnd"/>
      <w:r w:rsidRPr="00EA4AD6">
        <w:rPr>
          <w:b/>
        </w:rPr>
        <w:t xml:space="preserve"> </w:t>
      </w:r>
      <w:proofErr w:type="spellStart"/>
      <w:r w:rsidRPr="00EA4AD6">
        <w:rPr>
          <w:b/>
        </w:rPr>
        <w:t>nat</w:t>
      </w:r>
      <w:proofErr w:type="spellEnd"/>
      <w:r w:rsidRPr="00EA4AD6">
        <w:rPr>
          <w:b/>
        </w:rPr>
        <w:t xml:space="preserve"> translations verbose </w:t>
      </w:r>
      <w:r w:rsidRPr="00EA4AD6">
        <w:t>and you will see what happened.</w:t>
      </w:r>
    </w:p>
    <w:p w14:paraId="34512699" w14:textId="454ACDAF" w:rsidR="00B24BB1" w:rsidRPr="004C179C" w:rsidRDefault="00B24BB1" w:rsidP="004C179C">
      <w:pPr>
        <w:pStyle w:val="BodyTextL50"/>
      </w:pPr>
      <w:r w:rsidRPr="004C179C">
        <w:t>As you can see, the translation timeout has been dropped from 24 hours to 1 minute.</w:t>
      </w:r>
    </w:p>
    <w:p w14:paraId="2842950C" w14:textId="77777777" w:rsidR="00B24BB1" w:rsidRPr="004C179C" w:rsidRDefault="00B24BB1" w:rsidP="004C179C">
      <w:pPr>
        <w:pStyle w:val="SubStepAlpha"/>
      </w:pPr>
      <w:r w:rsidRPr="004C179C">
        <w:lastRenderedPageBreak/>
        <w:t xml:space="preserve">Generate traffic from multiple devices to observe PAT. On PC-A and PC-B, use the </w:t>
      </w:r>
      <w:proofErr w:type="spellStart"/>
      <w:r w:rsidRPr="004C179C">
        <w:t>-t</w:t>
      </w:r>
      <w:proofErr w:type="spellEnd"/>
      <w:r w:rsidRPr="004C179C">
        <w:t xml:space="preserve"> parameter with the ping command to send a non-stop ping to R2’s Lo1 interface (</w:t>
      </w:r>
      <w:r w:rsidRPr="004C179C">
        <w:rPr>
          <w:b/>
        </w:rPr>
        <w:t xml:space="preserve">ping </w:t>
      </w:r>
      <w:proofErr w:type="spellStart"/>
      <w:r w:rsidRPr="004C179C">
        <w:rPr>
          <w:b/>
        </w:rPr>
        <w:t>-t</w:t>
      </w:r>
      <w:proofErr w:type="spellEnd"/>
      <w:r w:rsidRPr="004C179C">
        <w:rPr>
          <w:b/>
        </w:rPr>
        <w:t xml:space="preserve"> 209.165.200.1</w:t>
      </w:r>
      <w:r w:rsidRPr="004C179C">
        <w:t xml:space="preserve">), then go back to R1 and issue the </w:t>
      </w:r>
      <w:r w:rsidRPr="004C179C">
        <w:rPr>
          <w:b/>
        </w:rPr>
        <w:t xml:space="preserve">show </w:t>
      </w:r>
      <w:proofErr w:type="spellStart"/>
      <w:r w:rsidRPr="004C179C">
        <w:rPr>
          <w:b/>
        </w:rPr>
        <w:t>ip</w:t>
      </w:r>
      <w:proofErr w:type="spellEnd"/>
      <w:r w:rsidRPr="004C179C">
        <w:rPr>
          <w:b/>
        </w:rPr>
        <w:t xml:space="preserve"> </w:t>
      </w:r>
      <w:proofErr w:type="spellStart"/>
      <w:r w:rsidRPr="004C179C">
        <w:rPr>
          <w:b/>
        </w:rPr>
        <w:t>nat</w:t>
      </w:r>
      <w:proofErr w:type="spellEnd"/>
      <w:r w:rsidRPr="004C179C">
        <w:rPr>
          <w:b/>
        </w:rPr>
        <w:t xml:space="preserve"> translations</w:t>
      </w:r>
      <w:r w:rsidRPr="004C179C">
        <w:t xml:space="preserve"> command:</w:t>
      </w:r>
    </w:p>
    <w:p w14:paraId="773FD9DD" w14:textId="77777777" w:rsidR="004C179C" w:rsidRDefault="00B24BB1" w:rsidP="004C179C">
      <w:pPr>
        <w:pStyle w:val="BodyTextL50"/>
      </w:pPr>
      <w:r w:rsidRPr="004C179C">
        <w:t>Notice that the inside global address is the same for both sessions.</w:t>
      </w:r>
    </w:p>
    <w:p w14:paraId="6B5127FD" w14:textId="4028C5FA" w:rsidR="004C179C" w:rsidRDefault="004C179C" w:rsidP="004C179C">
      <w:pPr>
        <w:pStyle w:val="Heading4"/>
      </w:pPr>
      <w:r>
        <w:t>Question:</w:t>
      </w:r>
    </w:p>
    <w:p w14:paraId="7E127B15" w14:textId="77777777" w:rsidR="004C179C" w:rsidRDefault="00B24BB1" w:rsidP="004C179C">
      <w:pPr>
        <w:pStyle w:val="BodyTextL50"/>
        <w:spacing w:before="0"/>
      </w:pPr>
      <w:r w:rsidRPr="004C179C">
        <w:t>How does the router keep track of what replies go where?</w:t>
      </w:r>
    </w:p>
    <w:p w14:paraId="7DEFAA69" w14:textId="70D933AF" w:rsidR="004C179C" w:rsidRDefault="004C179C" w:rsidP="004C179C">
      <w:pPr>
        <w:pStyle w:val="AnswerLineL50"/>
      </w:pPr>
      <w:r>
        <w:t>Type your answers here.</w:t>
      </w:r>
    </w:p>
    <w:p w14:paraId="34B54BE8" w14:textId="77777777" w:rsidR="00B24BB1" w:rsidRPr="004C179C" w:rsidRDefault="00B24BB1" w:rsidP="004C179C">
      <w:pPr>
        <w:pStyle w:val="SubStepAlpha"/>
      </w:pPr>
      <w:r w:rsidRPr="004C179C">
        <w:t>PAT to a pool is a very effective solution for small-to-midsize organizations. However, there are unused IPv4 addresses involved in this scenario. We will move to PAT with interface overload to eliminate this waste of IPv4 addresses. Stop the pings on PC-A and PC-B with the Control-C key combination, then clear translations and translation statistics:</w:t>
      </w:r>
    </w:p>
    <w:p w14:paraId="2A2DC525" w14:textId="77777777" w:rsidR="00B24BB1" w:rsidRPr="003F581A" w:rsidRDefault="00B24BB1" w:rsidP="00B24BB1">
      <w:pPr>
        <w:pStyle w:val="CMD"/>
      </w:pPr>
      <w:r>
        <w:t xml:space="preserve">R1# </w:t>
      </w:r>
      <w:r w:rsidRPr="00E2081A">
        <w:rPr>
          <w:b/>
          <w:bCs/>
        </w:rPr>
        <w:t xml:space="preserve">clear </w:t>
      </w:r>
      <w:proofErr w:type="spellStart"/>
      <w:r w:rsidRPr="00E2081A">
        <w:rPr>
          <w:b/>
          <w:bCs/>
        </w:rPr>
        <w:t>ip</w:t>
      </w:r>
      <w:proofErr w:type="spellEnd"/>
      <w:r w:rsidRPr="00E2081A">
        <w:rPr>
          <w:b/>
          <w:bCs/>
        </w:rPr>
        <w:t xml:space="preserve"> </w:t>
      </w:r>
      <w:proofErr w:type="spellStart"/>
      <w:r w:rsidRPr="00E2081A">
        <w:rPr>
          <w:b/>
          <w:bCs/>
        </w:rPr>
        <w:t>nat</w:t>
      </w:r>
      <w:proofErr w:type="spellEnd"/>
      <w:r w:rsidRPr="00E2081A">
        <w:rPr>
          <w:b/>
          <w:bCs/>
        </w:rPr>
        <w:t xml:space="preserve"> translations *</w:t>
      </w:r>
    </w:p>
    <w:p w14:paraId="38F0E952" w14:textId="77777777" w:rsidR="00B24BB1" w:rsidRPr="003F581A" w:rsidRDefault="00B24BB1" w:rsidP="00B24BB1">
      <w:pPr>
        <w:pStyle w:val="CMD"/>
      </w:pPr>
      <w:r>
        <w:t xml:space="preserve">R1# </w:t>
      </w:r>
      <w:r w:rsidRPr="00E2081A">
        <w:rPr>
          <w:b/>
          <w:bCs/>
        </w:rPr>
        <w:t xml:space="preserve">clear </w:t>
      </w:r>
      <w:proofErr w:type="spellStart"/>
      <w:r w:rsidRPr="00E2081A">
        <w:rPr>
          <w:b/>
          <w:bCs/>
        </w:rPr>
        <w:t>ip</w:t>
      </w:r>
      <w:proofErr w:type="spellEnd"/>
      <w:r w:rsidRPr="00E2081A">
        <w:rPr>
          <w:b/>
          <w:bCs/>
        </w:rPr>
        <w:t xml:space="preserve"> </w:t>
      </w:r>
      <w:proofErr w:type="spellStart"/>
      <w:r w:rsidRPr="00E2081A">
        <w:rPr>
          <w:b/>
          <w:bCs/>
        </w:rPr>
        <w:t>nat</w:t>
      </w:r>
      <w:proofErr w:type="spellEnd"/>
      <w:r w:rsidRPr="00E2081A">
        <w:rPr>
          <w:b/>
          <w:bCs/>
        </w:rPr>
        <w:t xml:space="preserve"> statistics</w:t>
      </w:r>
    </w:p>
    <w:p w14:paraId="12FB8453" w14:textId="77777777" w:rsidR="00B24BB1" w:rsidRDefault="00B24BB1" w:rsidP="00B24BB1">
      <w:pPr>
        <w:pStyle w:val="Heading3"/>
      </w:pPr>
      <w:r>
        <w:t xml:space="preserve">On R1, remove the </w:t>
      </w:r>
      <w:proofErr w:type="spellStart"/>
      <w:r>
        <w:t>nat</w:t>
      </w:r>
      <w:proofErr w:type="spellEnd"/>
      <w:r>
        <w:t xml:space="preserve"> pool translation commands.</w:t>
      </w:r>
    </w:p>
    <w:p w14:paraId="561017ED" w14:textId="77777777" w:rsidR="00B24BB1" w:rsidRDefault="00B24BB1" w:rsidP="00B24BB1">
      <w:pPr>
        <w:pStyle w:val="BodyTextL25"/>
      </w:pPr>
      <w:r>
        <w:t>Once again, our access-list (access-list 1) is still correct for the network scenario, so there is no need to recreate it. Also, the inside and outside interfaces are not changing. To get started with PAT to an interface, clean up the configuration by removing the NAT Pool and the command that ties the ACL and pool together.</w:t>
      </w:r>
    </w:p>
    <w:p w14:paraId="4272CCA5" w14:textId="77777777" w:rsidR="00B24BB1" w:rsidRDefault="00B24BB1" w:rsidP="00B24BB1">
      <w:pPr>
        <w:pStyle w:val="CMD"/>
      </w:pPr>
      <w:r w:rsidRPr="00B92D90">
        <w:t xml:space="preserve">R1(config)# </w:t>
      </w:r>
      <w:r w:rsidRPr="00C32A9A">
        <w:rPr>
          <w:b/>
          <w:bCs/>
        </w:rPr>
        <w:t xml:space="preserve">no </w:t>
      </w:r>
      <w:proofErr w:type="spellStart"/>
      <w:r w:rsidRPr="00C32A9A">
        <w:rPr>
          <w:b/>
          <w:bCs/>
        </w:rPr>
        <w:t>ip</w:t>
      </w:r>
      <w:proofErr w:type="spellEnd"/>
      <w:r w:rsidRPr="00C32A9A">
        <w:rPr>
          <w:b/>
          <w:bCs/>
        </w:rPr>
        <w:t xml:space="preserve"> </w:t>
      </w:r>
      <w:proofErr w:type="spellStart"/>
      <w:r w:rsidRPr="00C32A9A">
        <w:rPr>
          <w:b/>
          <w:bCs/>
        </w:rPr>
        <w:t>nat</w:t>
      </w:r>
      <w:proofErr w:type="spellEnd"/>
      <w:r w:rsidRPr="00C32A9A">
        <w:rPr>
          <w:b/>
          <w:bCs/>
        </w:rPr>
        <w:t xml:space="preserve"> inside source list 1 pool PUBLIC_ACCESS overload</w:t>
      </w:r>
    </w:p>
    <w:p w14:paraId="49219ED9" w14:textId="77777777" w:rsidR="00B24BB1" w:rsidRPr="00B92D90" w:rsidRDefault="00B24BB1" w:rsidP="00B24BB1">
      <w:pPr>
        <w:pStyle w:val="CMD"/>
      </w:pPr>
      <w:r>
        <w:t xml:space="preserve">R1(config)# </w:t>
      </w:r>
      <w:r w:rsidRPr="00C32A9A">
        <w:rPr>
          <w:b/>
          <w:bCs/>
        </w:rPr>
        <w:t xml:space="preserve">no </w:t>
      </w:r>
      <w:proofErr w:type="spellStart"/>
      <w:r w:rsidRPr="00C32A9A">
        <w:rPr>
          <w:b/>
          <w:bCs/>
        </w:rPr>
        <w:t>ip</w:t>
      </w:r>
      <w:proofErr w:type="spellEnd"/>
      <w:r w:rsidRPr="00C32A9A">
        <w:rPr>
          <w:b/>
          <w:bCs/>
        </w:rPr>
        <w:t xml:space="preserve"> </w:t>
      </w:r>
      <w:proofErr w:type="spellStart"/>
      <w:r w:rsidRPr="00C32A9A">
        <w:rPr>
          <w:b/>
          <w:bCs/>
        </w:rPr>
        <w:t>nat</w:t>
      </w:r>
      <w:proofErr w:type="spellEnd"/>
      <w:r w:rsidRPr="00C32A9A">
        <w:rPr>
          <w:b/>
          <w:bCs/>
        </w:rPr>
        <w:t xml:space="preserve"> pool PUBLIC_ACCESS</w:t>
      </w:r>
    </w:p>
    <w:p w14:paraId="29D7BA8F" w14:textId="0DD74FDD" w:rsidR="00B24BB1" w:rsidRDefault="00B24BB1" w:rsidP="00B24BB1">
      <w:pPr>
        <w:pStyle w:val="Heading3"/>
      </w:pPr>
      <w:r>
        <w:t>Add the PAT overload command</w:t>
      </w:r>
      <w:r w:rsidR="004C179C">
        <w:t xml:space="preserve"> by</w:t>
      </w:r>
      <w:r>
        <w:t xml:space="preserve"> specifying the outside interface.</w:t>
      </w:r>
    </w:p>
    <w:p w14:paraId="541CBD9D" w14:textId="77777777" w:rsidR="00B24BB1" w:rsidRDefault="00B24BB1" w:rsidP="00B24BB1">
      <w:pPr>
        <w:pStyle w:val="SubStepAlpha"/>
        <w:numPr>
          <w:ilvl w:val="0"/>
          <w:numId w:val="0"/>
        </w:numPr>
        <w:ind w:left="720" w:hanging="360"/>
      </w:pPr>
      <w:r>
        <w:t>Add the PAT command that will cause overload to the outside interface.</w:t>
      </w:r>
    </w:p>
    <w:p w14:paraId="6DA31CAE" w14:textId="77777777" w:rsidR="00B24BB1" w:rsidRPr="00EA4AD6" w:rsidRDefault="00B24BB1" w:rsidP="004C179C">
      <w:pPr>
        <w:pStyle w:val="CMD"/>
      </w:pPr>
      <w:r w:rsidRPr="00EA4AD6">
        <w:t xml:space="preserve">R1(config)# </w:t>
      </w:r>
      <w:proofErr w:type="spellStart"/>
      <w:r w:rsidRPr="004C179C">
        <w:rPr>
          <w:b/>
        </w:rPr>
        <w:t>ip</w:t>
      </w:r>
      <w:proofErr w:type="spellEnd"/>
      <w:r w:rsidRPr="004C179C">
        <w:rPr>
          <w:b/>
        </w:rPr>
        <w:t xml:space="preserve"> </w:t>
      </w:r>
      <w:proofErr w:type="spellStart"/>
      <w:r w:rsidRPr="004C179C">
        <w:rPr>
          <w:b/>
        </w:rPr>
        <w:t>nat</w:t>
      </w:r>
      <w:proofErr w:type="spellEnd"/>
      <w:r w:rsidRPr="004C179C">
        <w:rPr>
          <w:b/>
        </w:rPr>
        <w:t xml:space="preserve"> inside source list 1 interface g0/0/0 overload</w:t>
      </w:r>
    </w:p>
    <w:p w14:paraId="25902797" w14:textId="77777777" w:rsidR="00B24BB1" w:rsidRDefault="00B24BB1" w:rsidP="00B24BB1">
      <w:pPr>
        <w:pStyle w:val="Heading3"/>
      </w:pPr>
      <w:r>
        <w:t>Test and Verify the configuration.</w:t>
      </w:r>
    </w:p>
    <w:p w14:paraId="264B8062" w14:textId="77777777" w:rsidR="00B24BB1" w:rsidRDefault="00B24BB1" w:rsidP="00B24BB1">
      <w:pPr>
        <w:pStyle w:val="SubStepAlpha"/>
      </w:pPr>
      <w:r>
        <w:t xml:space="preserve">Let’s verify PAT to the interface is working. From PC-B, ping the Lo1 interface (209.165.200.1) on R2. If the ping was unsuccessful, troubleshoot and correct the issues. 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rsidRPr="0010072F">
        <w:rPr>
          <w:bCs/>
        </w:rPr>
        <w:t>.</w:t>
      </w:r>
    </w:p>
    <w:p w14:paraId="3988EFBE" w14:textId="77777777" w:rsidR="00B24BB1" w:rsidRPr="00FB5667" w:rsidRDefault="00B24BB1" w:rsidP="00FB5667">
      <w:pPr>
        <w:pStyle w:val="CMD"/>
      </w:pPr>
      <w:r w:rsidRPr="00FB5667">
        <w:t xml:space="preserve">R1# </w:t>
      </w:r>
      <w:r w:rsidRPr="00FB5667">
        <w:rPr>
          <w:b/>
        </w:rPr>
        <w:t xml:space="preserve">show </w:t>
      </w:r>
      <w:proofErr w:type="spellStart"/>
      <w:r w:rsidRPr="00FB5667">
        <w:rPr>
          <w:b/>
        </w:rPr>
        <w:t>ip</w:t>
      </w:r>
      <w:proofErr w:type="spellEnd"/>
      <w:r w:rsidRPr="00FB5667">
        <w:rPr>
          <w:b/>
        </w:rPr>
        <w:t xml:space="preserve"> </w:t>
      </w:r>
      <w:proofErr w:type="spellStart"/>
      <w:r w:rsidRPr="00FB5667">
        <w:rPr>
          <w:b/>
        </w:rPr>
        <w:t>nat</w:t>
      </w:r>
      <w:proofErr w:type="spellEnd"/>
      <w:r w:rsidRPr="00FB5667">
        <w:rPr>
          <w:b/>
        </w:rPr>
        <w:t xml:space="preserve"> translations</w:t>
      </w:r>
    </w:p>
    <w:p w14:paraId="55621215" w14:textId="77777777" w:rsidR="00B24BB1" w:rsidRPr="00C32A9A" w:rsidRDefault="00B24BB1" w:rsidP="00B24BB1">
      <w:pPr>
        <w:pStyle w:val="CMD"/>
        <w:rPr>
          <w:sz w:val="18"/>
          <w:szCs w:val="20"/>
        </w:rPr>
      </w:pPr>
      <w:proofErr w:type="gramStart"/>
      <w:r w:rsidRPr="00C32A9A">
        <w:rPr>
          <w:sz w:val="18"/>
          <w:szCs w:val="20"/>
        </w:rPr>
        <w:t>Pro  Inside</w:t>
      </w:r>
      <w:proofErr w:type="gramEnd"/>
      <w:r w:rsidRPr="00C32A9A">
        <w:rPr>
          <w:sz w:val="18"/>
          <w:szCs w:val="20"/>
        </w:rPr>
        <w:t xml:space="preserve"> global         Inside local          Outside local         Outside global</w:t>
      </w:r>
    </w:p>
    <w:p w14:paraId="2E5C831A" w14:textId="77777777" w:rsidR="00B24BB1" w:rsidRPr="00C32A9A" w:rsidRDefault="00B24BB1" w:rsidP="00B24BB1">
      <w:pPr>
        <w:pStyle w:val="CMD"/>
        <w:rPr>
          <w:sz w:val="18"/>
          <w:szCs w:val="20"/>
        </w:rPr>
      </w:pPr>
      <w:proofErr w:type="spellStart"/>
      <w:r w:rsidRPr="00C32A9A">
        <w:rPr>
          <w:sz w:val="18"/>
          <w:szCs w:val="20"/>
        </w:rPr>
        <w:t>icmp</w:t>
      </w:r>
      <w:proofErr w:type="spellEnd"/>
      <w:r w:rsidRPr="00C32A9A">
        <w:rPr>
          <w:sz w:val="18"/>
          <w:szCs w:val="20"/>
        </w:rPr>
        <w:t xml:space="preserve"> 209.165.200.230:1     192.168.1.3:1         209.165.200.1:1       209.165.200.1:1</w:t>
      </w:r>
    </w:p>
    <w:p w14:paraId="5920EB63" w14:textId="6164DF0C" w:rsidR="00B24BB1" w:rsidRPr="003C4483" w:rsidRDefault="00B24BB1" w:rsidP="003139DD">
      <w:pPr>
        <w:pStyle w:val="CMD"/>
        <w:rPr>
          <w:sz w:val="18"/>
          <w:szCs w:val="20"/>
        </w:rPr>
      </w:pPr>
      <w:r w:rsidRPr="00C32A9A">
        <w:rPr>
          <w:sz w:val="18"/>
          <w:szCs w:val="20"/>
        </w:rPr>
        <w:t xml:space="preserve">Total number of translations: 1 </w:t>
      </w:r>
    </w:p>
    <w:p w14:paraId="5EF309B5" w14:textId="77777777" w:rsidR="00B24BB1" w:rsidRPr="004C179C" w:rsidRDefault="00B24BB1" w:rsidP="004C179C">
      <w:pPr>
        <w:pStyle w:val="SubStepAlpha"/>
      </w:pPr>
      <w:r w:rsidRPr="004C179C">
        <w:t xml:space="preserve">Generate traffic from multiple devices to observe PAT. On PC-A and PC-B, use the </w:t>
      </w:r>
      <w:proofErr w:type="spellStart"/>
      <w:r w:rsidRPr="004C179C">
        <w:t>-t</w:t>
      </w:r>
      <w:proofErr w:type="spellEnd"/>
      <w:r w:rsidRPr="004C179C">
        <w:t xml:space="preserve"> parameter with the ping command to send a non-stop ping to R2’s Lo1 interface </w:t>
      </w:r>
      <w:r w:rsidRPr="004C179C">
        <w:rPr>
          <w:b/>
        </w:rPr>
        <w:t xml:space="preserve">(ping </w:t>
      </w:r>
      <w:proofErr w:type="spellStart"/>
      <w:r w:rsidRPr="004C179C">
        <w:rPr>
          <w:b/>
        </w:rPr>
        <w:t>-t</w:t>
      </w:r>
      <w:proofErr w:type="spellEnd"/>
      <w:r w:rsidRPr="004C179C">
        <w:rPr>
          <w:b/>
        </w:rPr>
        <w:t xml:space="preserve"> 209.165.200.1</w:t>
      </w:r>
      <w:r w:rsidRPr="004C179C">
        <w:t xml:space="preserve">). On S1 and S2, issue the privileged exec command ping 209.165.200.1 repeat 2000. Then go back to R1 and issue the </w:t>
      </w:r>
      <w:r w:rsidRPr="004C179C">
        <w:rPr>
          <w:b/>
        </w:rPr>
        <w:t xml:space="preserve">show </w:t>
      </w:r>
      <w:proofErr w:type="spellStart"/>
      <w:r w:rsidRPr="004C179C">
        <w:rPr>
          <w:b/>
        </w:rPr>
        <w:t>ip</w:t>
      </w:r>
      <w:proofErr w:type="spellEnd"/>
      <w:r w:rsidRPr="004C179C">
        <w:rPr>
          <w:b/>
        </w:rPr>
        <w:t xml:space="preserve"> </w:t>
      </w:r>
      <w:proofErr w:type="spellStart"/>
      <w:r w:rsidRPr="004C179C">
        <w:rPr>
          <w:b/>
        </w:rPr>
        <w:t>nat</w:t>
      </w:r>
      <w:proofErr w:type="spellEnd"/>
      <w:r w:rsidRPr="004C179C">
        <w:rPr>
          <w:b/>
        </w:rPr>
        <w:t xml:space="preserve"> translations</w:t>
      </w:r>
      <w:r w:rsidRPr="004C179C">
        <w:t xml:space="preserve"> command.</w:t>
      </w:r>
    </w:p>
    <w:p w14:paraId="2CC84F4E" w14:textId="77777777" w:rsidR="00B24BB1" w:rsidRPr="004C179C" w:rsidRDefault="00B24BB1" w:rsidP="004C179C">
      <w:pPr>
        <w:pStyle w:val="CMD"/>
      </w:pPr>
      <w:r w:rsidRPr="004C179C">
        <w:t xml:space="preserve">R1# </w:t>
      </w:r>
      <w:r w:rsidRPr="004C179C">
        <w:rPr>
          <w:b/>
        </w:rPr>
        <w:t xml:space="preserve">show </w:t>
      </w:r>
      <w:proofErr w:type="spellStart"/>
      <w:r w:rsidRPr="004C179C">
        <w:rPr>
          <w:b/>
        </w:rPr>
        <w:t>ip</w:t>
      </w:r>
      <w:proofErr w:type="spellEnd"/>
      <w:r w:rsidRPr="004C179C">
        <w:rPr>
          <w:b/>
        </w:rPr>
        <w:t xml:space="preserve"> </w:t>
      </w:r>
      <w:proofErr w:type="spellStart"/>
      <w:r w:rsidRPr="004C179C">
        <w:rPr>
          <w:b/>
        </w:rPr>
        <w:t>nat</w:t>
      </w:r>
      <w:proofErr w:type="spellEnd"/>
      <w:r w:rsidRPr="004C179C">
        <w:rPr>
          <w:b/>
        </w:rPr>
        <w:t xml:space="preserve"> translations</w:t>
      </w:r>
    </w:p>
    <w:p w14:paraId="1B97220E" w14:textId="77777777" w:rsidR="00B24BB1" w:rsidRPr="004C179C" w:rsidRDefault="00B24BB1" w:rsidP="004C179C">
      <w:pPr>
        <w:pStyle w:val="CMDOutput"/>
      </w:pPr>
      <w:proofErr w:type="gramStart"/>
      <w:r w:rsidRPr="004C179C">
        <w:t>Pro  Inside</w:t>
      </w:r>
      <w:proofErr w:type="gramEnd"/>
      <w:r w:rsidRPr="004C179C">
        <w:t xml:space="preserve"> global         Inside local          Outside local         Outside global</w:t>
      </w:r>
    </w:p>
    <w:p w14:paraId="100227D7" w14:textId="77777777" w:rsidR="00B24BB1" w:rsidRPr="004C179C" w:rsidRDefault="00B24BB1" w:rsidP="004C179C">
      <w:pPr>
        <w:pStyle w:val="CMDOutput"/>
      </w:pPr>
      <w:proofErr w:type="spellStart"/>
      <w:r w:rsidRPr="004C179C">
        <w:t>icmp</w:t>
      </w:r>
      <w:proofErr w:type="spellEnd"/>
      <w:r w:rsidRPr="004C179C">
        <w:t xml:space="preserve"> 209.165.200.230:3     192.168.1.11:1        209.165.200.1:1       209.165.200.1:3</w:t>
      </w:r>
    </w:p>
    <w:p w14:paraId="3DBF11C9" w14:textId="77777777" w:rsidR="00B24BB1" w:rsidRPr="004C179C" w:rsidRDefault="00B24BB1" w:rsidP="004C179C">
      <w:pPr>
        <w:pStyle w:val="CMDOutput"/>
      </w:pPr>
      <w:proofErr w:type="spellStart"/>
      <w:r w:rsidRPr="004C179C">
        <w:t>icmp</w:t>
      </w:r>
      <w:proofErr w:type="spellEnd"/>
      <w:r w:rsidRPr="004C179C">
        <w:t xml:space="preserve"> 209.165.200.230:2     192.168.1.2:1         209.165.200.1:1       209.165.200.1:2</w:t>
      </w:r>
    </w:p>
    <w:p w14:paraId="661A2C13" w14:textId="77777777" w:rsidR="00B24BB1" w:rsidRPr="004C179C" w:rsidRDefault="00B24BB1" w:rsidP="004C179C">
      <w:pPr>
        <w:pStyle w:val="CMDOutput"/>
      </w:pPr>
      <w:proofErr w:type="spellStart"/>
      <w:r w:rsidRPr="004C179C">
        <w:t>icmp</w:t>
      </w:r>
      <w:proofErr w:type="spellEnd"/>
      <w:r w:rsidRPr="004C179C">
        <w:t xml:space="preserve"> 209.165.200.230:4     192.168.1.3:1         209.165.200.1:1       209.165.200.1:4</w:t>
      </w:r>
    </w:p>
    <w:p w14:paraId="1519CFDD" w14:textId="77777777" w:rsidR="00B24BB1" w:rsidRPr="004C179C" w:rsidRDefault="00B24BB1" w:rsidP="004C179C">
      <w:pPr>
        <w:pStyle w:val="CMDOutput"/>
      </w:pPr>
      <w:proofErr w:type="spellStart"/>
      <w:r w:rsidRPr="004C179C">
        <w:t>icmp</w:t>
      </w:r>
      <w:proofErr w:type="spellEnd"/>
      <w:r w:rsidRPr="004C179C">
        <w:t xml:space="preserve"> 209.165.200.230:1     192.168.1.12:1        209.165.200.1:1       209.165.200.1:1</w:t>
      </w:r>
    </w:p>
    <w:p w14:paraId="5855D9BA" w14:textId="0C42338F" w:rsidR="00B24BB1" w:rsidRPr="004C179C" w:rsidRDefault="00B24BB1" w:rsidP="004C179C">
      <w:pPr>
        <w:pStyle w:val="CMDOutput"/>
      </w:pPr>
      <w:r w:rsidRPr="004C179C">
        <w:t xml:space="preserve">Total number of translations: 4 </w:t>
      </w:r>
    </w:p>
    <w:p w14:paraId="708E8EEE" w14:textId="33BF7E70" w:rsidR="00B24BB1" w:rsidRPr="004C179C" w:rsidRDefault="00B24BB1" w:rsidP="004C179C">
      <w:pPr>
        <w:pStyle w:val="BodyTextL50"/>
      </w:pPr>
      <w:r w:rsidRPr="004C179C">
        <w:t>Now all the Inside Global addresses are mapped to the g0/0/0 interface IP address.</w:t>
      </w:r>
    </w:p>
    <w:p w14:paraId="280E42EA" w14:textId="7FD275CD" w:rsidR="00B24BB1" w:rsidRDefault="00B24BB1" w:rsidP="004C179C">
      <w:pPr>
        <w:pStyle w:val="BodyTextL50"/>
      </w:pPr>
      <w:r w:rsidRPr="004C179C">
        <w:t>Stop all the pings. On PC-A and PC-B, using the CTRL-C key combination.</w:t>
      </w:r>
    </w:p>
    <w:p w14:paraId="47FE3AB9" w14:textId="0BD437D2" w:rsidR="00F324AC" w:rsidRPr="004C179C" w:rsidRDefault="00F324AC" w:rsidP="00F324AC">
      <w:pPr>
        <w:pStyle w:val="ConfigWindow"/>
      </w:pPr>
      <w:r>
        <w:lastRenderedPageBreak/>
        <w:t>Close</w:t>
      </w:r>
      <w:r w:rsidRPr="00F324AC">
        <w:t xml:space="preserve"> configuration window</w:t>
      </w:r>
    </w:p>
    <w:p w14:paraId="4629C7A0" w14:textId="77777777" w:rsidR="00B24BB1" w:rsidRDefault="00B24BB1" w:rsidP="00F324AC">
      <w:pPr>
        <w:pStyle w:val="Heading2"/>
        <w:spacing w:before="120"/>
      </w:pPr>
      <w:r>
        <w:t>Configure and verify Static NAT for IPv4</w:t>
      </w:r>
    </w:p>
    <w:p w14:paraId="4BDC1CF1" w14:textId="77777777" w:rsidR="00B24BB1" w:rsidRDefault="00B24BB1" w:rsidP="00B24BB1">
      <w:pPr>
        <w:pStyle w:val="BodyTextL25"/>
      </w:pPr>
      <w:r>
        <w:t>In Part 4, you will configure static NAT so that PC-A is directly reachable from the internet. PC-A will be reachable from R2 via the address 209.165.200.229.</w:t>
      </w:r>
    </w:p>
    <w:p w14:paraId="564F1EE5" w14:textId="77777777" w:rsidR="00B24BB1" w:rsidRPr="004C179C" w:rsidRDefault="00B24BB1" w:rsidP="004C179C">
      <w:pPr>
        <w:pStyle w:val="BodyTextL25"/>
      </w:pPr>
      <w:r w:rsidRPr="004C179C">
        <w:rPr>
          <w:b/>
        </w:rPr>
        <w:t>Note</w:t>
      </w:r>
      <w:r w:rsidRPr="004C179C">
        <w:t>: The configuration you are about to complete does not follow recommended practices for internet-connected gateways. This lab completely omits what would be standard security practices to focus on successful configuration of static NAT. In a production environment, careful coordination between the network infrastructure and security teams would be fundamental to supporting this requirement.</w:t>
      </w:r>
    </w:p>
    <w:p w14:paraId="34610CC3" w14:textId="22C30290" w:rsidR="00B24BB1" w:rsidRDefault="00B24BB1" w:rsidP="00B24BB1">
      <w:pPr>
        <w:pStyle w:val="Heading3"/>
      </w:pPr>
      <w:r>
        <w:t>On R1, clear current translations and statistics.</w:t>
      </w:r>
    </w:p>
    <w:p w14:paraId="2E4601A4" w14:textId="59D67423" w:rsidR="00F324AC" w:rsidRPr="00F324AC" w:rsidRDefault="00F324AC" w:rsidP="00F324AC">
      <w:pPr>
        <w:pStyle w:val="ConfigWindow"/>
      </w:pPr>
      <w:r w:rsidRPr="00F324AC">
        <w:t>Open configuration window</w:t>
      </w:r>
    </w:p>
    <w:p w14:paraId="0A3358F4" w14:textId="77777777" w:rsidR="00B24BB1" w:rsidRPr="003F581A" w:rsidRDefault="00B24BB1" w:rsidP="00F324AC">
      <w:pPr>
        <w:pStyle w:val="CMD"/>
        <w:spacing w:before="0"/>
      </w:pPr>
      <w:r>
        <w:t xml:space="preserve">R1# </w:t>
      </w:r>
      <w:r w:rsidRPr="00C27A57">
        <w:rPr>
          <w:b/>
          <w:bCs/>
        </w:rPr>
        <w:t xml:space="preserve">clear </w:t>
      </w:r>
      <w:proofErr w:type="spellStart"/>
      <w:r w:rsidRPr="00C27A57">
        <w:rPr>
          <w:b/>
          <w:bCs/>
        </w:rPr>
        <w:t>ip</w:t>
      </w:r>
      <w:proofErr w:type="spellEnd"/>
      <w:r w:rsidRPr="00C27A57">
        <w:rPr>
          <w:b/>
          <w:bCs/>
        </w:rPr>
        <w:t xml:space="preserve"> </w:t>
      </w:r>
      <w:proofErr w:type="spellStart"/>
      <w:r w:rsidRPr="00C27A57">
        <w:rPr>
          <w:b/>
          <w:bCs/>
        </w:rPr>
        <w:t>nat</w:t>
      </w:r>
      <w:proofErr w:type="spellEnd"/>
      <w:r w:rsidRPr="00C27A57">
        <w:rPr>
          <w:b/>
          <w:bCs/>
        </w:rPr>
        <w:t xml:space="preserve"> translations *</w:t>
      </w:r>
    </w:p>
    <w:p w14:paraId="6EE84062" w14:textId="77777777" w:rsidR="00B24BB1" w:rsidRPr="003F581A" w:rsidRDefault="00B24BB1" w:rsidP="00B24BB1">
      <w:pPr>
        <w:pStyle w:val="CMD"/>
      </w:pPr>
      <w:r>
        <w:t xml:space="preserve">R1# </w:t>
      </w:r>
      <w:r w:rsidRPr="00C27A57">
        <w:rPr>
          <w:b/>
          <w:bCs/>
        </w:rPr>
        <w:t xml:space="preserve">clear </w:t>
      </w:r>
      <w:proofErr w:type="spellStart"/>
      <w:r w:rsidRPr="00C27A57">
        <w:rPr>
          <w:b/>
          <w:bCs/>
        </w:rPr>
        <w:t>ip</w:t>
      </w:r>
      <w:proofErr w:type="spellEnd"/>
      <w:r w:rsidRPr="00C27A57">
        <w:rPr>
          <w:b/>
          <w:bCs/>
        </w:rPr>
        <w:t xml:space="preserve"> </w:t>
      </w:r>
      <w:proofErr w:type="spellStart"/>
      <w:r w:rsidRPr="00C27A57">
        <w:rPr>
          <w:b/>
          <w:bCs/>
        </w:rPr>
        <w:t>nat</w:t>
      </w:r>
      <w:proofErr w:type="spellEnd"/>
      <w:r w:rsidRPr="00C27A57">
        <w:rPr>
          <w:b/>
          <w:bCs/>
        </w:rPr>
        <w:t xml:space="preserve"> statistics</w:t>
      </w:r>
    </w:p>
    <w:p w14:paraId="5EFAF532" w14:textId="77777777" w:rsidR="00B24BB1" w:rsidRDefault="00B24BB1" w:rsidP="00B24BB1">
      <w:pPr>
        <w:pStyle w:val="Heading3"/>
      </w:pPr>
      <w:r>
        <w:t>On R1, configure the NAT command required to statically map an inside address to an outside address.</w:t>
      </w:r>
    </w:p>
    <w:p w14:paraId="5C9D7A45" w14:textId="77777777" w:rsidR="00B24BB1" w:rsidRDefault="00B24BB1" w:rsidP="00B24BB1">
      <w:pPr>
        <w:pStyle w:val="BodyTextL25"/>
      </w:pPr>
      <w:r>
        <w:t>For this step, configure a static mapping between 192.168.1.11 and 209.165.200.1 using the following command:</w:t>
      </w:r>
    </w:p>
    <w:p w14:paraId="2068939E" w14:textId="77777777" w:rsidR="00B24BB1" w:rsidRPr="00422705" w:rsidRDefault="00B24BB1" w:rsidP="00B24BB1">
      <w:pPr>
        <w:pStyle w:val="CMD"/>
      </w:pPr>
      <w:r>
        <w:t xml:space="preserve">R1(config)# </w:t>
      </w:r>
      <w:proofErr w:type="spellStart"/>
      <w:r w:rsidRPr="004917AD">
        <w:rPr>
          <w:b/>
          <w:bCs/>
        </w:rPr>
        <w:t>ip</w:t>
      </w:r>
      <w:proofErr w:type="spellEnd"/>
      <w:r w:rsidRPr="004917AD">
        <w:rPr>
          <w:b/>
          <w:bCs/>
        </w:rPr>
        <w:t xml:space="preserve"> </w:t>
      </w:r>
      <w:proofErr w:type="spellStart"/>
      <w:r w:rsidRPr="004917AD">
        <w:rPr>
          <w:b/>
          <w:bCs/>
        </w:rPr>
        <w:t>nat</w:t>
      </w:r>
      <w:proofErr w:type="spellEnd"/>
      <w:r w:rsidRPr="004917AD">
        <w:rPr>
          <w:b/>
          <w:bCs/>
        </w:rPr>
        <w:t xml:space="preserve"> inside source static 192.168.1.2 209.165.200.229</w:t>
      </w:r>
    </w:p>
    <w:p w14:paraId="66F3D31D" w14:textId="77777777" w:rsidR="00B24BB1" w:rsidRDefault="00B24BB1" w:rsidP="00B24BB1">
      <w:pPr>
        <w:pStyle w:val="Heading3"/>
      </w:pPr>
      <w:r>
        <w:t>Test and Verify the configuration.</w:t>
      </w:r>
    </w:p>
    <w:p w14:paraId="32F6DAA6" w14:textId="77777777" w:rsidR="00B24BB1" w:rsidRDefault="00B24BB1" w:rsidP="00B24BB1">
      <w:pPr>
        <w:pStyle w:val="SubStepAlpha"/>
      </w:pPr>
      <w:r>
        <w:t xml:space="preserve">Let’s verify the Static NAT is working. 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t>, and you should see the static mapping.</w:t>
      </w:r>
    </w:p>
    <w:p w14:paraId="432EE759" w14:textId="77777777" w:rsidR="00B24BB1" w:rsidRPr="00EF22B6" w:rsidRDefault="00B24BB1" w:rsidP="00EF22B6">
      <w:pPr>
        <w:pStyle w:val="CMD"/>
      </w:pPr>
      <w:r w:rsidRPr="00EF22B6">
        <w:t xml:space="preserve">R1# </w:t>
      </w:r>
      <w:r w:rsidRPr="00EF22B6">
        <w:rPr>
          <w:b/>
        </w:rPr>
        <w:t xml:space="preserve">show </w:t>
      </w:r>
      <w:proofErr w:type="spellStart"/>
      <w:r w:rsidRPr="00EF22B6">
        <w:rPr>
          <w:b/>
        </w:rPr>
        <w:t>ip</w:t>
      </w:r>
      <w:proofErr w:type="spellEnd"/>
      <w:r w:rsidRPr="00EF22B6">
        <w:rPr>
          <w:b/>
        </w:rPr>
        <w:t xml:space="preserve"> </w:t>
      </w:r>
      <w:proofErr w:type="spellStart"/>
      <w:r w:rsidRPr="00EF22B6">
        <w:rPr>
          <w:b/>
        </w:rPr>
        <w:t>nat</w:t>
      </w:r>
      <w:proofErr w:type="spellEnd"/>
      <w:r w:rsidRPr="00EF22B6">
        <w:rPr>
          <w:b/>
        </w:rPr>
        <w:t xml:space="preserve"> translations</w:t>
      </w:r>
    </w:p>
    <w:p w14:paraId="796E2163" w14:textId="77777777" w:rsidR="00B24BB1" w:rsidRPr="004917AD" w:rsidRDefault="00B24BB1" w:rsidP="00EF22B6">
      <w:pPr>
        <w:pStyle w:val="CMDOutput"/>
      </w:pPr>
      <w:proofErr w:type="gramStart"/>
      <w:r w:rsidRPr="004917AD">
        <w:t>Pro  Inside</w:t>
      </w:r>
      <w:proofErr w:type="gramEnd"/>
      <w:r w:rsidRPr="004917AD">
        <w:t xml:space="preserve"> global         Inside local          Outside local         Outside global</w:t>
      </w:r>
    </w:p>
    <w:p w14:paraId="1103CDED" w14:textId="77777777" w:rsidR="00B24BB1" w:rsidRPr="004917AD" w:rsidRDefault="00B24BB1" w:rsidP="00EF22B6">
      <w:pPr>
        <w:pStyle w:val="CMDOutput"/>
      </w:pPr>
      <w:proofErr w:type="gramStart"/>
      <w:r w:rsidRPr="004917AD">
        <w:t>---  209.165.200.229</w:t>
      </w:r>
      <w:proofErr w:type="gramEnd"/>
      <w:r w:rsidRPr="004917AD">
        <w:t xml:space="preserve">       192.168.1.2           ---                   ---</w:t>
      </w:r>
    </w:p>
    <w:p w14:paraId="40136F23" w14:textId="3286A2C1" w:rsidR="00B24BB1" w:rsidRPr="004917AD" w:rsidRDefault="00B24BB1" w:rsidP="00EF22B6">
      <w:pPr>
        <w:pStyle w:val="CMDOutput"/>
      </w:pPr>
      <w:r w:rsidRPr="004917AD">
        <w:t>Total number of translations: 1</w:t>
      </w:r>
    </w:p>
    <w:p w14:paraId="449B6E2D" w14:textId="77777777" w:rsidR="00B24BB1" w:rsidRDefault="00B24BB1" w:rsidP="00B24BB1">
      <w:pPr>
        <w:pStyle w:val="SubStepAlpha"/>
      </w:pPr>
      <w:r>
        <w:t>The translation table shows the static translation is in effect. Verify this by pinging from R2 to 209.165.200.229. The pings should work.</w:t>
      </w:r>
    </w:p>
    <w:p w14:paraId="19DE93BC" w14:textId="77777777" w:rsidR="00B24BB1" w:rsidRDefault="00B24BB1" w:rsidP="00B24BB1">
      <w:pPr>
        <w:pStyle w:val="SubStepAlpha"/>
        <w:numPr>
          <w:ilvl w:val="0"/>
          <w:numId w:val="0"/>
        </w:numPr>
        <w:ind w:left="720"/>
      </w:pPr>
      <w:r>
        <w:t>Note: you may have to disable the PC firewall for the pings to work.</w:t>
      </w:r>
    </w:p>
    <w:p w14:paraId="0AD64F8B" w14:textId="77777777" w:rsidR="00B24BB1" w:rsidRDefault="00B24BB1" w:rsidP="00B24BB1">
      <w:pPr>
        <w:pStyle w:val="SubStepAlpha"/>
      </w:pPr>
      <w:r>
        <w:t xml:space="preserve">On R1, display the NAT table on R1 with the command </w:t>
      </w:r>
      <w:r w:rsidRPr="00F72A97">
        <w:rPr>
          <w:b/>
          <w:bCs/>
        </w:rPr>
        <w:t xml:space="preserve">show </w:t>
      </w:r>
      <w:proofErr w:type="spellStart"/>
      <w:r w:rsidRPr="00F72A97">
        <w:rPr>
          <w:b/>
          <w:bCs/>
        </w:rPr>
        <w:t>ip</w:t>
      </w:r>
      <w:proofErr w:type="spellEnd"/>
      <w:r w:rsidRPr="00F72A97">
        <w:rPr>
          <w:b/>
          <w:bCs/>
        </w:rPr>
        <w:t xml:space="preserve"> </w:t>
      </w:r>
      <w:proofErr w:type="spellStart"/>
      <w:r w:rsidRPr="00F72A97">
        <w:rPr>
          <w:b/>
          <w:bCs/>
        </w:rPr>
        <w:t>nat</w:t>
      </w:r>
      <w:proofErr w:type="spellEnd"/>
      <w:r w:rsidRPr="00F72A97">
        <w:rPr>
          <w:b/>
          <w:bCs/>
        </w:rPr>
        <w:t xml:space="preserve"> translations</w:t>
      </w:r>
      <w:r>
        <w:t>, and you should see the static mapping and the port-level translation for the inbound pings.</w:t>
      </w:r>
    </w:p>
    <w:p w14:paraId="5AB63C78" w14:textId="77777777" w:rsidR="00B24BB1" w:rsidRPr="00EF22B6" w:rsidRDefault="00B24BB1" w:rsidP="00EF22B6">
      <w:pPr>
        <w:pStyle w:val="CMD"/>
      </w:pPr>
      <w:r w:rsidRPr="00EF22B6">
        <w:t xml:space="preserve">R1# </w:t>
      </w:r>
      <w:r w:rsidRPr="00EF22B6">
        <w:rPr>
          <w:b/>
        </w:rPr>
        <w:t xml:space="preserve">show </w:t>
      </w:r>
      <w:proofErr w:type="spellStart"/>
      <w:r w:rsidRPr="00EF22B6">
        <w:rPr>
          <w:b/>
        </w:rPr>
        <w:t>ip</w:t>
      </w:r>
      <w:proofErr w:type="spellEnd"/>
      <w:r w:rsidRPr="00EF22B6">
        <w:rPr>
          <w:b/>
        </w:rPr>
        <w:t xml:space="preserve"> </w:t>
      </w:r>
      <w:proofErr w:type="spellStart"/>
      <w:r w:rsidRPr="00EF22B6">
        <w:rPr>
          <w:b/>
        </w:rPr>
        <w:t>nat</w:t>
      </w:r>
      <w:proofErr w:type="spellEnd"/>
      <w:r w:rsidRPr="00EF22B6">
        <w:rPr>
          <w:b/>
        </w:rPr>
        <w:t xml:space="preserve"> translations</w:t>
      </w:r>
    </w:p>
    <w:p w14:paraId="1C3AB18B" w14:textId="77777777" w:rsidR="00B24BB1" w:rsidRPr="00F83E4A" w:rsidRDefault="00B24BB1" w:rsidP="00EF22B6">
      <w:pPr>
        <w:pStyle w:val="CMDOutput"/>
      </w:pPr>
      <w:proofErr w:type="gramStart"/>
      <w:r w:rsidRPr="00F83E4A">
        <w:t>Pro  Inside</w:t>
      </w:r>
      <w:proofErr w:type="gramEnd"/>
      <w:r w:rsidRPr="00F83E4A">
        <w:t xml:space="preserve"> global         Inside local          Outside local         Outside global</w:t>
      </w:r>
    </w:p>
    <w:p w14:paraId="12B9F532" w14:textId="77777777" w:rsidR="00B24BB1" w:rsidRPr="00F83E4A" w:rsidRDefault="00B24BB1" w:rsidP="00EF22B6">
      <w:pPr>
        <w:pStyle w:val="CMDOutput"/>
      </w:pPr>
      <w:proofErr w:type="gramStart"/>
      <w:r w:rsidRPr="00F83E4A">
        <w:t>---  209.165.200.229</w:t>
      </w:r>
      <w:proofErr w:type="gramEnd"/>
      <w:r w:rsidRPr="00F83E4A">
        <w:t xml:space="preserve">       192.168.1.2           ---                   ---</w:t>
      </w:r>
    </w:p>
    <w:p w14:paraId="03002E86" w14:textId="77777777" w:rsidR="00B24BB1" w:rsidRPr="00F83E4A" w:rsidRDefault="00B24BB1" w:rsidP="00EF22B6">
      <w:pPr>
        <w:pStyle w:val="CMDOutput"/>
      </w:pPr>
      <w:proofErr w:type="spellStart"/>
      <w:r w:rsidRPr="00F83E4A">
        <w:t>icmp</w:t>
      </w:r>
      <w:proofErr w:type="spellEnd"/>
      <w:r w:rsidRPr="00F83E4A">
        <w:t xml:space="preserve"> 209.165.200.229:3     192.168.1.2:3         209.165.200.225:3     209.165.200.225:3</w:t>
      </w:r>
    </w:p>
    <w:p w14:paraId="448534A7" w14:textId="0D0AF79C" w:rsidR="00B24BB1" w:rsidRPr="00F83E4A" w:rsidRDefault="00B24BB1" w:rsidP="00EF22B6">
      <w:pPr>
        <w:pStyle w:val="CMDOutput"/>
      </w:pPr>
      <w:r w:rsidRPr="00F83E4A">
        <w:t>Total number of translations: 2</w:t>
      </w:r>
    </w:p>
    <w:p w14:paraId="4541D597" w14:textId="7E1488DE" w:rsidR="00B24BB1" w:rsidRDefault="00B24BB1" w:rsidP="00B24BB1">
      <w:pPr>
        <w:pStyle w:val="SubStepAlpha"/>
        <w:numPr>
          <w:ilvl w:val="0"/>
          <w:numId w:val="0"/>
        </w:numPr>
        <w:ind w:left="720"/>
      </w:pPr>
      <w:r>
        <w:t>This validates that the Static NAT is working.</w:t>
      </w:r>
    </w:p>
    <w:p w14:paraId="74D3A25C" w14:textId="7DF74F04" w:rsidR="00F324AC" w:rsidRDefault="00F324AC" w:rsidP="00F324AC">
      <w:pPr>
        <w:pStyle w:val="ConfigWindow"/>
      </w:pPr>
      <w:r>
        <w:t>Close</w:t>
      </w:r>
      <w:r w:rsidRPr="00F324AC">
        <w:t xml:space="preserve"> configuration window</w:t>
      </w:r>
    </w:p>
    <w:p w14:paraId="62550EE1" w14:textId="77777777" w:rsidR="00A74399" w:rsidRPr="004C0909" w:rsidRDefault="00A74399" w:rsidP="00A74399">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74399" w14:paraId="52AC8478" w14:textId="77777777" w:rsidTr="0010072F">
        <w:trPr>
          <w:cnfStyle w:val="100000000000" w:firstRow="1" w:lastRow="0" w:firstColumn="0" w:lastColumn="0" w:oddVBand="0" w:evenVBand="0" w:oddHBand="0" w:evenHBand="0" w:firstRowFirstColumn="0" w:firstRowLastColumn="0" w:lastRowFirstColumn="0" w:lastRowLastColumn="0"/>
          <w:tblHeader/>
        </w:trPr>
        <w:tc>
          <w:tcPr>
            <w:tcW w:w="1530" w:type="dxa"/>
          </w:tcPr>
          <w:p w14:paraId="7428B297" w14:textId="77777777" w:rsidR="00A74399" w:rsidRPr="00763D8B" w:rsidRDefault="00A74399" w:rsidP="0010072F">
            <w:pPr>
              <w:pStyle w:val="TableHeading"/>
            </w:pPr>
            <w:r w:rsidRPr="00763D8B">
              <w:t>Router Model</w:t>
            </w:r>
          </w:p>
        </w:tc>
        <w:tc>
          <w:tcPr>
            <w:tcW w:w="2250" w:type="dxa"/>
          </w:tcPr>
          <w:p w14:paraId="5858376D" w14:textId="77777777" w:rsidR="00A74399" w:rsidRPr="00763D8B" w:rsidRDefault="00A74399" w:rsidP="0010072F">
            <w:pPr>
              <w:pStyle w:val="TableHeading"/>
            </w:pPr>
            <w:r w:rsidRPr="00763D8B">
              <w:t>Ethernet Interface #1</w:t>
            </w:r>
          </w:p>
        </w:tc>
        <w:tc>
          <w:tcPr>
            <w:tcW w:w="2250" w:type="dxa"/>
          </w:tcPr>
          <w:p w14:paraId="4B533214" w14:textId="77777777" w:rsidR="00A74399" w:rsidRPr="00763D8B" w:rsidRDefault="00A74399" w:rsidP="0010072F">
            <w:pPr>
              <w:pStyle w:val="TableHeading"/>
            </w:pPr>
            <w:r w:rsidRPr="00763D8B">
              <w:t>Ethernet Interface #2</w:t>
            </w:r>
          </w:p>
        </w:tc>
        <w:tc>
          <w:tcPr>
            <w:tcW w:w="2070" w:type="dxa"/>
          </w:tcPr>
          <w:p w14:paraId="51B50F2B" w14:textId="77777777" w:rsidR="00A74399" w:rsidRPr="00763D8B" w:rsidRDefault="00A74399" w:rsidP="0010072F">
            <w:pPr>
              <w:pStyle w:val="TableHeading"/>
            </w:pPr>
            <w:r w:rsidRPr="00763D8B">
              <w:t>Serial Interface #1</w:t>
            </w:r>
          </w:p>
        </w:tc>
        <w:tc>
          <w:tcPr>
            <w:tcW w:w="2160" w:type="dxa"/>
          </w:tcPr>
          <w:p w14:paraId="2A13BFA9" w14:textId="77777777" w:rsidR="00A74399" w:rsidRPr="00763D8B" w:rsidRDefault="00A74399" w:rsidP="0010072F">
            <w:pPr>
              <w:pStyle w:val="TableHeading"/>
            </w:pPr>
            <w:r w:rsidRPr="00763D8B">
              <w:t>Serial Interface #2</w:t>
            </w:r>
          </w:p>
        </w:tc>
      </w:tr>
      <w:tr w:rsidR="00A74399" w14:paraId="3755C599" w14:textId="77777777" w:rsidTr="0010072F">
        <w:tc>
          <w:tcPr>
            <w:tcW w:w="1530" w:type="dxa"/>
          </w:tcPr>
          <w:p w14:paraId="3F62D3C6" w14:textId="77777777" w:rsidR="00A74399" w:rsidRPr="009453F7" w:rsidRDefault="00A74399" w:rsidP="0010072F">
            <w:pPr>
              <w:pStyle w:val="TableText"/>
            </w:pPr>
            <w:r w:rsidRPr="009453F7">
              <w:t>1800</w:t>
            </w:r>
          </w:p>
        </w:tc>
        <w:tc>
          <w:tcPr>
            <w:tcW w:w="2250" w:type="dxa"/>
          </w:tcPr>
          <w:p w14:paraId="4D632726" w14:textId="77777777" w:rsidR="00A74399" w:rsidRPr="009453F7" w:rsidRDefault="00A74399" w:rsidP="0010072F">
            <w:pPr>
              <w:pStyle w:val="TableText"/>
            </w:pPr>
            <w:r w:rsidRPr="009453F7">
              <w:t>Fast Ethernet 0/0 (F0/0)</w:t>
            </w:r>
          </w:p>
        </w:tc>
        <w:tc>
          <w:tcPr>
            <w:tcW w:w="2250" w:type="dxa"/>
          </w:tcPr>
          <w:p w14:paraId="6FE1BCEF" w14:textId="77777777" w:rsidR="00A74399" w:rsidRPr="009453F7" w:rsidRDefault="00A74399" w:rsidP="0010072F">
            <w:pPr>
              <w:pStyle w:val="TableText"/>
            </w:pPr>
            <w:r w:rsidRPr="009453F7">
              <w:t>Fast Ethernet 0/1 (F0/1)</w:t>
            </w:r>
          </w:p>
        </w:tc>
        <w:tc>
          <w:tcPr>
            <w:tcW w:w="2070" w:type="dxa"/>
          </w:tcPr>
          <w:p w14:paraId="421A1EC0" w14:textId="77777777" w:rsidR="00A74399" w:rsidRPr="009453F7" w:rsidRDefault="00A74399" w:rsidP="0010072F">
            <w:pPr>
              <w:pStyle w:val="TableText"/>
            </w:pPr>
            <w:r w:rsidRPr="009453F7">
              <w:t>Serial 0/0/0 (S0/0/0)</w:t>
            </w:r>
          </w:p>
        </w:tc>
        <w:tc>
          <w:tcPr>
            <w:tcW w:w="2160" w:type="dxa"/>
          </w:tcPr>
          <w:p w14:paraId="7F1A8463" w14:textId="77777777" w:rsidR="00A74399" w:rsidRPr="009453F7" w:rsidRDefault="00A74399" w:rsidP="0010072F">
            <w:pPr>
              <w:pStyle w:val="TableText"/>
            </w:pPr>
            <w:r w:rsidRPr="009453F7">
              <w:t>Serial 0/0/1 (S0/0</w:t>
            </w:r>
            <w:r>
              <w:t>/</w:t>
            </w:r>
            <w:r w:rsidRPr="009453F7">
              <w:t>1)</w:t>
            </w:r>
          </w:p>
        </w:tc>
      </w:tr>
      <w:tr w:rsidR="00A74399" w14:paraId="5741133D" w14:textId="77777777" w:rsidTr="0010072F">
        <w:tc>
          <w:tcPr>
            <w:tcW w:w="1530" w:type="dxa"/>
          </w:tcPr>
          <w:p w14:paraId="708A4D54" w14:textId="77777777" w:rsidR="00A74399" w:rsidRPr="009453F7" w:rsidRDefault="00A74399" w:rsidP="0010072F">
            <w:pPr>
              <w:pStyle w:val="TableText"/>
            </w:pPr>
            <w:r w:rsidRPr="009453F7">
              <w:lastRenderedPageBreak/>
              <w:t>1900</w:t>
            </w:r>
          </w:p>
        </w:tc>
        <w:tc>
          <w:tcPr>
            <w:tcW w:w="2250" w:type="dxa"/>
          </w:tcPr>
          <w:p w14:paraId="04C58C0D" w14:textId="77777777" w:rsidR="00A74399" w:rsidRPr="009453F7" w:rsidRDefault="00A74399" w:rsidP="0010072F">
            <w:pPr>
              <w:pStyle w:val="TableText"/>
            </w:pPr>
            <w:r w:rsidRPr="009453F7">
              <w:t>Gigabit Ethernet 0/0 (G0/0)</w:t>
            </w:r>
          </w:p>
        </w:tc>
        <w:tc>
          <w:tcPr>
            <w:tcW w:w="2250" w:type="dxa"/>
          </w:tcPr>
          <w:p w14:paraId="299A7E01" w14:textId="77777777" w:rsidR="00A74399" w:rsidRPr="009453F7" w:rsidRDefault="00A74399" w:rsidP="0010072F">
            <w:pPr>
              <w:pStyle w:val="TableText"/>
            </w:pPr>
            <w:r w:rsidRPr="009453F7">
              <w:t>Gigabit Ethernet 0/1 (G0/1)</w:t>
            </w:r>
          </w:p>
        </w:tc>
        <w:tc>
          <w:tcPr>
            <w:tcW w:w="2070" w:type="dxa"/>
          </w:tcPr>
          <w:p w14:paraId="26E0B771" w14:textId="77777777" w:rsidR="00A74399" w:rsidRPr="009453F7" w:rsidRDefault="00A74399" w:rsidP="0010072F">
            <w:pPr>
              <w:pStyle w:val="TableText"/>
            </w:pPr>
            <w:r w:rsidRPr="009453F7">
              <w:t>Serial 0/0/0 (S0/0/0)</w:t>
            </w:r>
          </w:p>
        </w:tc>
        <w:tc>
          <w:tcPr>
            <w:tcW w:w="2160" w:type="dxa"/>
          </w:tcPr>
          <w:p w14:paraId="15EA440B" w14:textId="77777777" w:rsidR="00A74399" w:rsidRPr="009453F7" w:rsidRDefault="00A74399" w:rsidP="0010072F">
            <w:pPr>
              <w:pStyle w:val="TableText"/>
            </w:pPr>
            <w:r w:rsidRPr="009453F7">
              <w:t>Serial 0/0/1 (S0/0/1)</w:t>
            </w:r>
          </w:p>
        </w:tc>
      </w:tr>
      <w:tr w:rsidR="00A74399" w14:paraId="72197F40" w14:textId="77777777" w:rsidTr="0010072F">
        <w:tc>
          <w:tcPr>
            <w:tcW w:w="1530" w:type="dxa"/>
          </w:tcPr>
          <w:p w14:paraId="768C02AB" w14:textId="77777777" w:rsidR="00A74399" w:rsidRPr="009453F7" w:rsidRDefault="00A74399" w:rsidP="0010072F">
            <w:pPr>
              <w:pStyle w:val="TableText"/>
            </w:pPr>
            <w:r w:rsidRPr="009453F7">
              <w:t>2801</w:t>
            </w:r>
          </w:p>
        </w:tc>
        <w:tc>
          <w:tcPr>
            <w:tcW w:w="2250" w:type="dxa"/>
          </w:tcPr>
          <w:p w14:paraId="744F4F75" w14:textId="77777777" w:rsidR="00A74399" w:rsidRPr="009453F7" w:rsidRDefault="00A74399" w:rsidP="0010072F">
            <w:pPr>
              <w:pStyle w:val="TableText"/>
            </w:pPr>
            <w:r w:rsidRPr="009453F7">
              <w:t>Fast Ethernet 0/0 (F0/0)</w:t>
            </w:r>
          </w:p>
        </w:tc>
        <w:tc>
          <w:tcPr>
            <w:tcW w:w="2250" w:type="dxa"/>
          </w:tcPr>
          <w:p w14:paraId="21A826BA" w14:textId="77777777" w:rsidR="00A74399" w:rsidRPr="009453F7" w:rsidRDefault="00A74399" w:rsidP="0010072F">
            <w:pPr>
              <w:pStyle w:val="TableText"/>
            </w:pPr>
            <w:r w:rsidRPr="009453F7">
              <w:t>Fast Ethernet 0/1 (F0/1)</w:t>
            </w:r>
          </w:p>
        </w:tc>
        <w:tc>
          <w:tcPr>
            <w:tcW w:w="2070" w:type="dxa"/>
          </w:tcPr>
          <w:p w14:paraId="4AE284B6" w14:textId="77777777" w:rsidR="00A74399" w:rsidRPr="009453F7" w:rsidRDefault="00A74399" w:rsidP="0010072F">
            <w:pPr>
              <w:pStyle w:val="TableText"/>
            </w:pPr>
            <w:r w:rsidRPr="009453F7">
              <w:t>Serial 0/1/0 (S0/1/0)</w:t>
            </w:r>
          </w:p>
        </w:tc>
        <w:tc>
          <w:tcPr>
            <w:tcW w:w="2160" w:type="dxa"/>
          </w:tcPr>
          <w:p w14:paraId="6F0A1D78" w14:textId="77777777" w:rsidR="00A74399" w:rsidRPr="009453F7" w:rsidRDefault="00A74399" w:rsidP="0010072F">
            <w:pPr>
              <w:pStyle w:val="TableText"/>
            </w:pPr>
            <w:r w:rsidRPr="009453F7">
              <w:t>Serial 0/1/1 (S0/1/1)</w:t>
            </w:r>
          </w:p>
        </w:tc>
      </w:tr>
      <w:tr w:rsidR="00A74399" w14:paraId="553D2EE2" w14:textId="77777777" w:rsidTr="0010072F">
        <w:tc>
          <w:tcPr>
            <w:tcW w:w="1530" w:type="dxa"/>
          </w:tcPr>
          <w:p w14:paraId="5733A16D" w14:textId="77777777" w:rsidR="00A74399" w:rsidRPr="009453F7" w:rsidRDefault="00A74399" w:rsidP="0010072F">
            <w:pPr>
              <w:pStyle w:val="TableText"/>
            </w:pPr>
            <w:r w:rsidRPr="009453F7">
              <w:t>2811</w:t>
            </w:r>
          </w:p>
        </w:tc>
        <w:tc>
          <w:tcPr>
            <w:tcW w:w="2250" w:type="dxa"/>
          </w:tcPr>
          <w:p w14:paraId="72C4B114" w14:textId="77777777" w:rsidR="00A74399" w:rsidRPr="009453F7" w:rsidRDefault="00A74399" w:rsidP="0010072F">
            <w:pPr>
              <w:pStyle w:val="TableText"/>
            </w:pPr>
            <w:r w:rsidRPr="009453F7">
              <w:t>Fast Ethernet 0/0 (F0/0)</w:t>
            </w:r>
          </w:p>
        </w:tc>
        <w:tc>
          <w:tcPr>
            <w:tcW w:w="2250" w:type="dxa"/>
          </w:tcPr>
          <w:p w14:paraId="7ECA4E56" w14:textId="77777777" w:rsidR="00A74399" w:rsidRPr="009453F7" w:rsidRDefault="00A74399" w:rsidP="0010072F">
            <w:pPr>
              <w:pStyle w:val="TableText"/>
            </w:pPr>
            <w:r w:rsidRPr="009453F7">
              <w:t>Fast Ethernet 0/1 (F0/1)</w:t>
            </w:r>
          </w:p>
        </w:tc>
        <w:tc>
          <w:tcPr>
            <w:tcW w:w="2070" w:type="dxa"/>
          </w:tcPr>
          <w:p w14:paraId="322C4609" w14:textId="77777777" w:rsidR="00A74399" w:rsidRPr="009453F7" w:rsidRDefault="00A74399" w:rsidP="0010072F">
            <w:pPr>
              <w:pStyle w:val="TableText"/>
            </w:pPr>
            <w:r w:rsidRPr="009453F7">
              <w:t>Serial 0/0/0 (S0/0/0)</w:t>
            </w:r>
          </w:p>
        </w:tc>
        <w:tc>
          <w:tcPr>
            <w:tcW w:w="2160" w:type="dxa"/>
          </w:tcPr>
          <w:p w14:paraId="6787866F" w14:textId="77777777" w:rsidR="00A74399" w:rsidRPr="009453F7" w:rsidRDefault="00A74399" w:rsidP="0010072F">
            <w:pPr>
              <w:pStyle w:val="TableText"/>
            </w:pPr>
            <w:r w:rsidRPr="009453F7">
              <w:t>Serial 0/0/1 (S0/0/1)</w:t>
            </w:r>
          </w:p>
        </w:tc>
      </w:tr>
      <w:tr w:rsidR="00A74399" w14:paraId="5AFB9014" w14:textId="77777777" w:rsidTr="0010072F">
        <w:tc>
          <w:tcPr>
            <w:tcW w:w="1530" w:type="dxa"/>
          </w:tcPr>
          <w:p w14:paraId="273C76C9" w14:textId="77777777" w:rsidR="00A74399" w:rsidRPr="009453F7" w:rsidRDefault="00A74399" w:rsidP="0010072F">
            <w:pPr>
              <w:pStyle w:val="TableText"/>
            </w:pPr>
            <w:r w:rsidRPr="009453F7">
              <w:t>2900</w:t>
            </w:r>
          </w:p>
        </w:tc>
        <w:tc>
          <w:tcPr>
            <w:tcW w:w="2250" w:type="dxa"/>
          </w:tcPr>
          <w:p w14:paraId="55A5B8F6" w14:textId="77777777" w:rsidR="00A74399" w:rsidRPr="009453F7" w:rsidRDefault="00A74399" w:rsidP="0010072F">
            <w:pPr>
              <w:pStyle w:val="TableText"/>
            </w:pPr>
            <w:r w:rsidRPr="009453F7">
              <w:t>Gigabit Ethernet 0/0 (G0/0)</w:t>
            </w:r>
          </w:p>
        </w:tc>
        <w:tc>
          <w:tcPr>
            <w:tcW w:w="2250" w:type="dxa"/>
          </w:tcPr>
          <w:p w14:paraId="51B59B32" w14:textId="77777777" w:rsidR="00A74399" w:rsidRPr="009453F7" w:rsidRDefault="00A74399" w:rsidP="0010072F">
            <w:pPr>
              <w:pStyle w:val="TableText"/>
            </w:pPr>
            <w:r w:rsidRPr="009453F7">
              <w:t>Gigabit Ethernet 0/1 (G0/1)</w:t>
            </w:r>
          </w:p>
        </w:tc>
        <w:tc>
          <w:tcPr>
            <w:tcW w:w="2070" w:type="dxa"/>
          </w:tcPr>
          <w:p w14:paraId="3F0FA13C" w14:textId="77777777" w:rsidR="00A74399" w:rsidRPr="009453F7" w:rsidRDefault="00A74399" w:rsidP="0010072F">
            <w:pPr>
              <w:pStyle w:val="TableText"/>
            </w:pPr>
            <w:r w:rsidRPr="009453F7">
              <w:t>Serial 0/0/0 (S0/0/0)</w:t>
            </w:r>
          </w:p>
        </w:tc>
        <w:tc>
          <w:tcPr>
            <w:tcW w:w="2160" w:type="dxa"/>
          </w:tcPr>
          <w:p w14:paraId="55A94CFE" w14:textId="77777777" w:rsidR="00A74399" w:rsidRPr="009453F7" w:rsidRDefault="00A74399" w:rsidP="0010072F">
            <w:pPr>
              <w:pStyle w:val="TableText"/>
            </w:pPr>
            <w:r w:rsidRPr="009453F7">
              <w:t>Serial 0/0/1 (S0/0/1)</w:t>
            </w:r>
          </w:p>
        </w:tc>
      </w:tr>
      <w:tr w:rsidR="00A74399" w14:paraId="2CCC2607" w14:textId="77777777" w:rsidTr="0010072F">
        <w:tc>
          <w:tcPr>
            <w:tcW w:w="1530" w:type="dxa"/>
          </w:tcPr>
          <w:p w14:paraId="7FD32701" w14:textId="77777777" w:rsidR="00A74399" w:rsidRPr="009453F7" w:rsidRDefault="00A74399" w:rsidP="0010072F">
            <w:pPr>
              <w:pStyle w:val="TableText"/>
            </w:pPr>
            <w:r>
              <w:t>4221</w:t>
            </w:r>
          </w:p>
        </w:tc>
        <w:tc>
          <w:tcPr>
            <w:tcW w:w="2250" w:type="dxa"/>
          </w:tcPr>
          <w:p w14:paraId="628C461A" w14:textId="77777777" w:rsidR="00A74399" w:rsidRPr="009453F7" w:rsidRDefault="00A74399" w:rsidP="0010072F">
            <w:pPr>
              <w:pStyle w:val="TableText"/>
            </w:pPr>
            <w:r w:rsidRPr="009453F7">
              <w:t>Gigabit Ethernet 0/0</w:t>
            </w:r>
            <w:r>
              <w:t>/0</w:t>
            </w:r>
            <w:r w:rsidRPr="009453F7">
              <w:t xml:space="preserve"> (G0/0</w:t>
            </w:r>
            <w:r>
              <w:t>/0</w:t>
            </w:r>
            <w:r w:rsidRPr="009453F7">
              <w:t>)</w:t>
            </w:r>
          </w:p>
        </w:tc>
        <w:tc>
          <w:tcPr>
            <w:tcW w:w="2250" w:type="dxa"/>
          </w:tcPr>
          <w:p w14:paraId="3A6A2D49" w14:textId="77777777" w:rsidR="00A74399" w:rsidRPr="009453F7" w:rsidRDefault="00A74399" w:rsidP="0010072F">
            <w:pPr>
              <w:pStyle w:val="TableText"/>
            </w:pPr>
            <w:r w:rsidRPr="009453F7">
              <w:t>Gigabit Ethernet 0/0</w:t>
            </w:r>
            <w:r>
              <w:t>/1</w:t>
            </w:r>
            <w:r w:rsidRPr="009453F7">
              <w:t xml:space="preserve"> (G0/0</w:t>
            </w:r>
            <w:r>
              <w:t>/1</w:t>
            </w:r>
            <w:r w:rsidRPr="009453F7">
              <w:t>)</w:t>
            </w:r>
          </w:p>
        </w:tc>
        <w:tc>
          <w:tcPr>
            <w:tcW w:w="2070" w:type="dxa"/>
          </w:tcPr>
          <w:p w14:paraId="16581B32" w14:textId="77777777" w:rsidR="00A74399" w:rsidRPr="009453F7" w:rsidRDefault="00A74399" w:rsidP="0010072F">
            <w:pPr>
              <w:pStyle w:val="TableText"/>
            </w:pPr>
            <w:r>
              <w:t>Serial 0/1/0 (S0/1</w:t>
            </w:r>
            <w:r w:rsidRPr="009453F7">
              <w:t>/0)</w:t>
            </w:r>
          </w:p>
        </w:tc>
        <w:tc>
          <w:tcPr>
            <w:tcW w:w="2160" w:type="dxa"/>
          </w:tcPr>
          <w:p w14:paraId="4D180031" w14:textId="77777777" w:rsidR="00A74399" w:rsidRPr="009453F7" w:rsidRDefault="00A74399" w:rsidP="0010072F">
            <w:pPr>
              <w:pStyle w:val="TableText"/>
            </w:pPr>
            <w:r>
              <w:t>Serial 0/1/1</w:t>
            </w:r>
            <w:r w:rsidRPr="009453F7">
              <w:t xml:space="preserve"> (S0/</w:t>
            </w:r>
            <w:r>
              <w:t>1/1</w:t>
            </w:r>
            <w:r w:rsidRPr="009453F7">
              <w:t>)</w:t>
            </w:r>
          </w:p>
        </w:tc>
      </w:tr>
      <w:tr w:rsidR="00A74399" w14:paraId="68BCC951" w14:textId="77777777" w:rsidTr="0010072F">
        <w:tc>
          <w:tcPr>
            <w:tcW w:w="1530" w:type="dxa"/>
          </w:tcPr>
          <w:p w14:paraId="2EDBA64C" w14:textId="77777777" w:rsidR="00A74399" w:rsidRDefault="00A74399" w:rsidP="0010072F">
            <w:pPr>
              <w:pStyle w:val="TableText"/>
            </w:pPr>
            <w:r>
              <w:t>4300</w:t>
            </w:r>
          </w:p>
        </w:tc>
        <w:tc>
          <w:tcPr>
            <w:tcW w:w="2250" w:type="dxa"/>
          </w:tcPr>
          <w:p w14:paraId="3B877D96" w14:textId="77777777" w:rsidR="00A74399" w:rsidRPr="009453F7" w:rsidRDefault="00A74399" w:rsidP="0010072F">
            <w:pPr>
              <w:pStyle w:val="TableText"/>
            </w:pPr>
            <w:r w:rsidRPr="009453F7">
              <w:t>Gigabit Ethernet 0/0</w:t>
            </w:r>
            <w:r>
              <w:t>/0</w:t>
            </w:r>
            <w:r w:rsidRPr="009453F7">
              <w:t xml:space="preserve"> (G0/0</w:t>
            </w:r>
            <w:r>
              <w:t>/0</w:t>
            </w:r>
            <w:r w:rsidRPr="009453F7">
              <w:t>)</w:t>
            </w:r>
          </w:p>
        </w:tc>
        <w:tc>
          <w:tcPr>
            <w:tcW w:w="2250" w:type="dxa"/>
          </w:tcPr>
          <w:p w14:paraId="57E9C460" w14:textId="77777777" w:rsidR="00A74399" w:rsidRPr="009453F7" w:rsidRDefault="00A74399" w:rsidP="0010072F">
            <w:pPr>
              <w:pStyle w:val="TableText"/>
            </w:pPr>
            <w:r w:rsidRPr="009453F7">
              <w:t>Gigabit Ethernet 0/0</w:t>
            </w:r>
            <w:r>
              <w:t>/1</w:t>
            </w:r>
            <w:r w:rsidRPr="009453F7">
              <w:t xml:space="preserve"> (G0/0</w:t>
            </w:r>
            <w:r>
              <w:t>/1</w:t>
            </w:r>
            <w:r w:rsidRPr="009453F7">
              <w:t>)</w:t>
            </w:r>
          </w:p>
        </w:tc>
        <w:tc>
          <w:tcPr>
            <w:tcW w:w="2070" w:type="dxa"/>
          </w:tcPr>
          <w:p w14:paraId="3E1F6B65" w14:textId="77777777" w:rsidR="00A74399" w:rsidRDefault="00A74399" w:rsidP="0010072F">
            <w:pPr>
              <w:pStyle w:val="TableText"/>
            </w:pPr>
            <w:r>
              <w:t>Serial 0/1/0 (S0/1</w:t>
            </w:r>
            <w:r w:rsidRPr="009453F7">
              <w:t>/0)</w:t>
            </w:r>
          </w:p>
        </w:tc>
        <w:tc>
          <w:tcPr>
            <w:tcW w:w="2160" w:type="dxa"/>
          </w:tcPr>
          <w:p w14:paraId="5667D755" w14:textId="77777777" w:rsidR="00A74399" w:rsidRDefault="00A74399" w:rsidP="0010072F">
            <w:pPr>
              <w:pStyle w:val="TableText"/>
            </w:pPr>
            <w:r>
              <w:t>Serial 0/1/1</w:t>
            </w:r>
            <w:r w:rsidRPr="009453F7">
              <w:t xml:space="preserve"> (S0/</w:t>
            </w:r>
            <w:r>
              <w:t>1/1</w:t>
            </w:r>
            <w:r w:rsidRPr="009453F7">
              <w:t>)</w:t>
            </w:r>
          </w:p>
        </w:tc>
      </w:tr>
    </w:tbl>
    <w:p w14:paraId="2D8428C8" w14:textId="77777777" w:rsidR="00A74399" w:rsidRPr="00603503" w:rsidRDefault="00A74399" w:rsidP="00A7439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DA69C01" w14:textId="2F561569" w:rsidR="00B24BB1" w:rsidRPr="00241B65" w:rsidRDefault="00B24BB1" w:rsidP="00241B65">
      <w:pPr>
        <w:pStyle w:val="ConfigWindow"/>
      </w:pPr>
      <w:r w:rsidRPr="00B24BB1">
        <w:t>End of document</w:t>
      </w:r>
    </w:p>
    <w:sectPr w:rsidR="00B24BB1" w:rsidRPr="00241B6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7EEC3" w14:textId="77777777" w:rsidR="00797DE6" w:rsidRDefault="00797DE6" w:rsidP="00710659">
      <w:pPr>
        <w:spacing w:after="0" w:line="240" w:lineRule="auto"/>
      </w:pPr>
      <w:r>
        <w:separator/>
      </w:r>
    </w:p>
    <w:p w14:paraId="331F7580" w14:textId="77777777" w:rsidR="00797DE6" w:rsidRDefault="00797DE6"/>
  </w:endnote>
  <w:endnote w:type="continuationSeparator" w:id="0">
    <w:p w14:paraId="5AE76F7B" w14:textId="77777777" w:rsidR="00797DE6" w:rsidRDefault="00797DE6" w:rsidP="00710659">
      <w:pPr>
        <w:spacing w:after="0" w:line="240" w:lineRule="auto"/>
      </w:pPr>
      <w:r>
        <w:continuationSeparator/>
      </w:r>
    </w:p>
    <w:p w14:paraId="7BACA316" w14:textId="77777777" w:rsidR="00797DE6" w:rsidRDefault="00797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795B6" w14:textId="3B1C55B0" w:rsidR="00533E23" w:rsidRPr="00882B63" w:rsidRDefault="00533E2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BA01D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6D24C" w14:textId="391A02CC" w:rsidR="00533E23" w:rsidRPr="00882B63" w:rsidRDefault="00533E2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"yyyy"  \* MERGEFORMAT </w:instrText>
    </w:r>
    <w:r>
      <w:fldChar w:fldCharType="separate"/>
    </w:r>
    <w:r w:rsidR="00BA01D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1467F" w14:textId="77777777" w:rsidR="00797DE6" w:rsidRDefault="00797DE6" w:rsidP="00710659">
      <w:pPr>
        <w:spacing w:after="0" w:line="240" w:lineRule="auto"/>
      </w:pPr>
      <w:r>
        <w:separator/>
      </w:r>
    </w:p>
    <w:p w14:paraId="2A1A4EEE" w14:textId="77777777" w:rsidR="00797DE6" w:rsidRDefault="00797DE6"/>
  </w:footnote>
  <w:footnote w:type="continuationSeparator" w:id="0">
    <w:p w14:paraId="57351FB1" w14:textId="77777777" w:rsidR="00797DE6" w:rsidRDefault="00797DE6" w:rsidP="00710659">
      <w:pPr>
        <w:spacing w:after="0" w:line="240" w:lineRule="auto"/>
      </w:pPr>
      <w:r>
        <w:continuationSeparator/>
      </w:r>
    </w:p>
    <w:p w14:paraId="2C0DB8A5" w14:textId="77777777" w:rsidR="00797DE6" w:rsidRDefault="00797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5A3617E89764354823379FEAC28E49C"/>
      </w:placeholder>
      <w:dataBinding w:prefixMappings="xmlns:ns0='http://purl.org/dc/elements/1.1/' xmlns:ns1='http://schemas.openxmlformats.org/package/2006/metadata/core-properties' " w:xpath="/ns1:coreProperties[1]/ns0:title[1]" w:storeItemID="{6C3C8BC8-F283-45AE-878A-BAB7291924A1}"/>
      <w:text/>
    </w:sdtPr>
    <w:sdtEndPr/>
    <w:sdtContent>
      <w:p w14:paraId="115A0BCE" w14:textId="18CC7223" w:rsidR="00533E23" w:rsidRDefault="00533E23" w:rsidP="008402F2">
        <w:pPr>
          <w:pStyle w:val="PageHead"/>
        </w:pPr>
        <w:r>
          <w:t>Lab - Configure NAT for IPv4</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9ADC7" w14:textId="77777777" w:rsidR="00533E23" w:rsidRDefault="00533E23" w:rsidP="006C3FCF">
    <w:pPr>
      <w:ind w:left="-288"/>
    </w:pPr>
    <w:r>
      <w:rPr>
        <w:noProof/>
      </w:rPr>
      <w:drawing>
        <wp:inline distT="0" distB="0" distL="0" distR="0" wp14:anchorId="06291EE9" wp14:editId="72938C3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3"/>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4"/>
  </w:num>
  <w:num w:numId="18">
    <w:abstractNumId w:val="12"/>
  </w:num>
  <w:num w:numId="19">
    <w:abstractNumId w:val="8"/>
  </w:num>
  <w:num w:numId="20">
    <w:abstractNumId w:val="10"/>
  </w:num>
  <w:num w:numId="21">
    <w:abstractNumId w:val="2"/>
  </w:num>
  <w:num w:numId="2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B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7F0C"/>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0C42"/>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1B65"/>
    <w:rsid w:val="00242E3A"/>
    <w:rsid w:val="00246492"/>
    <w:rsid w:val="002506CF"/>
    <w:rsid w:val="0025107F"/>
    <w:rsid w:val="00260CD4"/>
    <w:rsid w:val="002639D8"/>
    <w:rsid w:val="00265F77"/>
    <w:rsid w:val="00266A4E"/>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5B5A"/>
    <w:rsid w:val="002F66D3"/>
    <w:rsid w:val="002F6D17"/>
    <w:rsid w:val="00302887"/>
    <w:rsid w:val="003056EB"/>
    <w:rsid w:val="003071FF"/>
    <w:rsid w:val="00310652"/>
    <w:rsid w:val="00311065"/>
    <w:rsid w:val="0031371D"/>
    <w:rsid w:val="003139D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1737"/>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7C6A"/>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179C"/>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5D70"/>
    <w:rsid w:val="00533E23"/>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43EB"/>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97DE6"/>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6FBD"/>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4399"/>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3EE6"/>
    <w:rsid w:val="00AE56C0"/>
    <w:rsid w:val="00AF2111"/>
    <w:rsid w:val="00AF7ACC"/>
    <w:rsid w:val="00B00914"/>
    <w:rsid w:val="00B02A8E"/>
    <w:rsid w:val="00B052EE"/>
    <w:rsid w:val="00B1081F"/>
    <w:rsid w:val="00B2496B"/>
    <w:rsid w:val="00B24BB1"/>
    <w:rsid w:val="00B27499"/>
    <w:rsid w:val="00B3010D"/>
    <w:rsid w:val="00B35151"/>
    <w:rsid w:val="00B40BC3"/>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01D0"/>
    <w:rsid w:val="00BA1D0B"/>
    <w:rsid w:val="00BA2B50"/>
    <w:rsid w:val="00BA6972"/>
    <w:rsid w:val="00BA7D70"/>
    <w:rsid w:val="00BB1E0D"/>
    <w:rsid w:val="00BB26C8"/>
    <w:rsid w:val="00BB4D9B"/>
    <w:rsid w:val="00BB73FF"/>
    <w:rsid w:val="00BB7688"/>
    <w:rsid w:val="00BC7423"/>
    <w:rsid w:val="00BC7CAC"/>
    <w:rsid w:val="00BD6D76"/>
    <w:rsid w:val="00BE349D"/>
    <w:rsid w:val="00BE3A73"/>
    <w:rsid w:val="00BE56B3"/>
    <w:rsid w:val="00BE676D"/>
    <w:rsid w:val="00BF04E8"/>
    <w:rsid w:val="00BF16BF"/>
    <w:rsid w:val="00BF4D1F"/>
    <w:rsid w:val="00BF76BE"/>
    <w:rsid w:val="00C017CB"/>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0A66"/>
    <w:rsid w:val="00CC1C87"/>
    <w:rsid w:val="00CC3000"/>
    <w:rsid w:val="00CC4859"/>
    <w:rsid w:val="00CC7A35"/>
    <w:rsid w:val="00CD072A"/>
    <w:rsid w:val="00CD1070"/>
    <w:rsid w:val="00CD19F9"/>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1D0"/>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AD6"/>
    <w:rsid w:val="00EA4FA3"/>
    <w:rsid w:val="00EB001B"/>
    <w:rsid w:val="00EB3082"/>
    <w:rsid w:val="00EB6C33"/>
    <w:rsid w:val="00EC1DEA"/>
    <w:rsid w:val="00EC6F62"/>
    <w:rsid w:val="00ED2EA2"/>
    <w:rsid w:val="00ED6019"/>
    <w:rsid w:val="00ED7830"/>
    <w:rsid w:val="00EE2BFF"/>
    <w:rsid w:val="00EE3909"/>
    <w:rsid w:val="00EF22B6"/>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4AC"/>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3BE"/>
    <w:rsid w:val="00FB1105"/>
    <w:rsid w:val="00FB1929"/>
    <w:rsid w:val="00FB5667"/>
    <w:rsid w:val="00FB5FD9"/>
    <w:rsid w:val="00FB6713"/>
    <w:rsid w:val="00FB7FFE"/>
    <w:rsid w:val="00FD12D5"/>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B37F5"/>
  <w15:docId w15:val="{337B2109-3278-4962-AAA4-8DFF0CFA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E3EE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241B65"/>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E3EE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24BB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E3EE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B24BB1"/>
    <w:rPr>
      <w:b/>
      <w:sz w:val="32"/>
    </w:rPr>
  </w:style>
  <w:style w:type="numbering" w:customStyle="1" w:styleId="PartStepSubStepList">
    <w:name w:val="Part_Step_SubStep_List"/>
    <w:basedOn w:val="NoList"/>
    <w:uiPriority w:val="99"/>
    <w:rsid w:val="00B24BB1"/>
    <w:pPr>
      <w:numPr>
        <w:numId w:val="10"/>
      </w:numPr>
    </w:pPr>
  </w:style>
  <w:style w:type="paragraph" w:styleId="ListParagraph">
    <w:name w:val="List Paragraph"/>
    <w:basedOn w:val="Normal"/>
    <w:uiPriority w:val="34"/>
    <w:unhideWhenUsed/>
    <w:qFormat/>
    <w:rsid w:val="00B24BB1"/>
    <w:pPr>
      <w:ind w:left="720"/>
    </w:pPr>
  </w:style>
  <w:style w:type="paragraph" w:styleId="Revision">
    <w:name w:val="Revision"/>
    <w:hidden/>
    <w:uiPriority w:val="99"/>
    <w:semiHidden/>
    <w:rsid w:val="00B24BB1"/>
    <w:rPr>
      <w:sz w:val="22"/>
      <w:szCs w:val="22"/>
    </w:rPr>
  </w:style>
  <w:style w:type="paragraph" w:customStyle="1" w:styleId="CMDL75">
    <w:name w:val="CMD L75"/>
    <w:basedOn w:val="CMD"/>
    <w:qFormat/>
    <w:rsid w:val="00B24BB1"/>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A3617E89764354823379FEAC28E49C"/>
        <w:category>
          <w:name w:val="General"/>
          <w:gallery w:val="placeholder"/>
        </w:category>
        <w:types>
          <w:type w:val="bbPlcHdr"/>
        </w:types>
        <w:behaviors>
          <w:behavior w:val="content"/>
        </w:behaviors>
        <w:guid w:val="{6B0F0F74-5348-49E6-9DFD-C8AD42263E92}"/>
      </w:docPartPr>
      <w:docPartBody>
        <w:p w:rsidR="008D3E25" w:rsidRDefault="00D72F30">
          <w:pPr>
            <w:pStyle w:val="55A3617E89764354823379FEAC28E49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F30"/>
    <w:rsid w:val="008D3E25"/>
    <w:rsid w:val="00D72F30"/>
    <w:rsid w:val="00F90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A3617E89764354823379FEAC28E49C">
    <w:name w:val="55A3617E89764354823379FEAC28E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1547E-86C5-4E9B-A012-7FDAAB257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1</Pages>
  <Words>2792</Words>
  <Characters>15921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Lab - Configure NAT for IPv4</vt:lpstr>
    </vt:vector>
  </TitlesOfParts>
  <Company>Cisco Systems, Inc.</Company>
  <LinksUpToDate>false</LinksUpToDate>
  <CharactersWithSpaces>18676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NAT for IPv4</dc:title>
  <dc:creator>SP</dc:creator>
  <dc:description>2016</dc:description>
  <cp:lastModifiedBy>Suk-Yi Pennock -X (spennock - UNICON INC at Cisco)</cp:lastModifiedBy>
  <cp:revision>5</cp:revision>
  <cp:lastPrinted>2019-11-27T17:26:00Z</cp:lastPrinted>
  <dcterms:created xsi:type="dcterms:W3CDTF">2019-11-27T17:23:00Z</dcterms:created>
  <dcterms:modified xsi:type="dcterms:W3CDTF">2019-11-27T17:26:00Z</dcterms:modified>
</cp:coreProperties>
</file>